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D18FC" w14:textId="25E2CAED" w:rsidR="00302651" w:rsidRPr="00302651" w:rsidRDefault="00997F14" w:rsidP="00302651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45328531"/>
      <w:r w:rsidRPr="730A7F4B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 w:rsidR="000D02D0" w:rsidRPr="000D02D0">
        <w:rPr>
          <w:bCs/>
          <w:i/>
        </w:rPr>
        <w:t>Załącznik nr 1.5 do Zarządzenia Rektora UR nr 61/2025</w:t>
      </w:r>
    </w:p>
    <w:p w14:paraId="04145F21" w14:textId="77777777" w:rsidR="00302651" w:rsidRPr="00302651" w:rsidRDefault="00302651" w:rsidP="00302651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02651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C9237E7" w14:textId="5F021B9A" w:rsidR="00302651" w:rsidRPr="00302651" w:rsidRDefault="00302651" w:rsidP="00302651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02651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0D02D0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302651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0D02D0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30775443" w14:textId="77777777" w:rsidR="00302651" w:rsidRPr="00302651" w:rsidRDefault="00302651" w:rsidP="00541DC9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302651">
        <w:rPr>
          <w:rFonts w:ascii="Corbel" w:hAnsi="Corbel"/>
          <w:i/>
          <w:sz w:val="20"/>
          <w:szCs w:val="20"/>
          <w:lang w:eastAsia="ar-SA"/>
        </w:rPr>
        <w:t>(skrajne daty</w:t>
      </w:r>
      <w:r w:rsidRPr="00302651">
        <w:rPr>
          <w:rFonts w:ascii="Corbel" w:hAnsi="Corbel"/>
          <w:sz w:val="20"/>
          <w:szCs w:val="20"/>
          <w:lang w:eastAsia="ar-SA"/>
        </w:rPr>
        <w:t>)</w:t>
      </w:r>
    </w:p>
    <w:p w14:paraId="6CE862C8" w14:textId="4592ED97" w:rsidR="00302651" w:rsidRPr="00302651" w:rsidRDefault="00302651" w:rsidP="00302651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302651">
        <w:rPr>
          <w:rFonts w:ascii="Corbel" w:hAnsi="Corbel"/>
          <w:sz w:val="20"/>
          <w:szCs w:val="20"/>
          <w:lang w:eastAsia="ar-SA"/>
        </w:rPr>
        <w:t>Rok akademicki 202</w:t>
      </w:r>
      <w:r w:rsidR="000D02D0">
        <w:rPr>
          <w:rFonts w:ascii="Corbel" w:hAnsi="Corbel"/>
          <w:sz w:val="20"/>
          <w:szCs w:val="20"/>
          <w:lang w:eastAsia="ar-SA"/>
        </w:rPr>
        <w:t>5</w:t>
      </w:r>
      <w:r w:rsidRPr="00302651">
        <w:rPr>
          <w:rFonts w:ascii="Corbel" w:hAnsi="Corbel"/>
          <w:sz w:val="20"/>
          <w:szCs w:val="20"/>
          <w:lang w:eastAsia="ar-SA"/>
        </w:rPr>
        <w:t>/202</w:t>
      </w:r>
      <w:r w:rsidR="000D02D0">
        <w:rPr>
          <w:rFonts w:ascii="Corbel" w:hAnsi="Corbel"/>
          <w:sz w:val="20"/>
          <w:szCs w:val="20"/>
          <w:lang w:eastAsia="ar-SA"/>
        </w:rPr>
        <w:t>6</w:t>
      </w:r>
    </w:p>
    <w:p w14:paraId="2A2287B2" w14:textId="77777777" w:rsidR="00302651" w:rsidRPr="00302651" w:rsidRDefault="00302651" w:rsidP="00302651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p w14:paraId="76382485" w14:textId="765A688E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AD8BD7" w14:textId="77777777" w:rsidTr="730A7F4B">
        <w:tc>
          <w:tcPr>
            <w:tcW w:w="2694" w:type="dxa"/>
            <w:vAlign w:val="center"/>
          </w:tcPr>
          <w:p w14:paraId="62DDFE8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7B20FD" w14:textId="4C1F9DE3" w:rsidR="0085747A" w:rsidRPr="00121A9A" w:rsidRDefault="718B15EE" w:rsidP="730A7F4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730A7F4B">
              <w:rPr>
                <w:rFonts w:ascii="Corbel" w:hAnsi="Corbel"/>
                <w:sz w:val="24"/>
                <w:szCs w:val="24"/>
              </w:rPr>
              <w:t>Biurotechnika</w:t>
            </w:r>
            <w:proofErr w:type="spellEnd"/>
            <w:r w:rsidR="016EF496" w:rsidRPr="730A7F4B">
              <w:rPr>
                <w:rFonts w:ascii="Corbel" w:hAnsi="Corbel"/>
                <w:sz w:val="24"/>
                <w:szCs w:val="24"/>
              </w:rPr>
              <w:t xml:space="preserve"> </w:t>
            </w:r>
            <w:r w:rsidR="285863C2" w:rsidRPr="730A7F4B">
              <w:rPr>
                <w:rFonts w:ascii="Corbel" w:hAnsi="Corbel"/>
                <w:sz w:val="24"/>
                <w:szCs w:val="24"/>
              </w:rPr>
              <w:t>[BN]</w:t>
            </w:r>
          </w:p>
        </w:tc>
      </w:tr>
      <w:tr w:rsidR="0085747A" w:rsidRPr="009C54AE" w14:paraId="56C69E9C" w14:textId="77777777" w:rsidTr="730A7F4B">
        <w:tc>
          <w:tcPr>
            <w:tcW w:w="2694" w:type="dxa"/>
            <w:vAlign w:val="center"/>
          </w:tcPr>
          <w:p w14:paraId="33DA69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09A9DE" w14:textId="3D2CFCF8" w:rsidR="0085747A" w:rsidRPr="009C54AE" w:rsidRDefault="00177F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FDB">
              <w:rPr>
                <w:rFonts w:ascii="Corbel" w:hAnsi="Corbel"/>
                <w:b w:val="0"/>
                <w:sz w:val="24"/>
                <w:szCs w:val="24"/>
              </w:rPr>
              <w:t xml:space="preserve">ASO </w:t>
            </w:r>
            <w:r w:rsidR="001E7D97">
              <w:rPr>
                <w:rFonts w:ascii="Corbel" w:hAnsi="Corbel"/>
                <w:b w:val="0"/>
                <w:sz w:val="24"/>
                <w:szCs w:val="24"/>
              </w:rPr>
              <w:t>14</w:t>
            </w:r>
          </w:p>
        </w:tc>
      </w:tr>
      <w:tr w:rsidR="0085747A" w:rsidRPr="009C54AE" w14:paraId="04B7DE72" w14:textId="77777777" w:rsidTr="730A7F4B">
        <w:tc>
          <w:tcPr>
            <w:tcW w:w="2694" w:type="dxa"/>
            <w:vAlign w:val="center"/>
          </w:tcPr>
          <w:p w14:paraId="1CBFB54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99CF71" w14:textId="515B28C9" w:rsidR="0085747A" w:rsidRPr="009C54AE" w:rsidRDefault="000D02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02D0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690D3582" w14:textId="77777777" w:rsidTr="730A7F4B">
        <w:tc>
          <w:tcPr>
            <w:tcW w:w="2694" w:type="dxa"/>
            <w:vAlign w:val="center"/>
          </w:tcPr>
          <w:p w14:paraId="1CDD7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44235A" w14:textId="6C9481C9" w:rsidR="0085747A" w:rsidRPr="009C54AE" w:rsidRDefault="000617A9" w:rsidP="730A7F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17A9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9C54AE" w14:paraId="6EDF4A49" w14:textId="77777777" w:rsidTr="730A7F4B">
        <w:tc>
          <w:tcPr>
            <w:tcW w:w="2694" w:type="dxa"/>
            <w:vAlign w:val="center"/>
          </w:tcPr>
          <w:p w14:paraId="3ACA9D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0B4EEB" w14:textId="56737B2C" w:rsidR="0085747A" w:rsidRPr="009C54AE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99D8164" w14:textId="77777777" w:rsidTr="730A7F4B">
        <w:tc>
          <w:tcPr>
            <w:tcW w:w="2694" w:type="dxa"/>
            <w:vAlign w:val="center"/>
          </w:tcPr>
          <w:p w14:paraId="0731C6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8DCA7B" w14:textId="7BD15AD0" w:rsidR="0085747A" w:rsidRPr="009C54AE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154440E7" w14:textId="77777777" w:rsidTr="730A7F4B">
        <w:tc>
          <w:tcPr>
            <w:tcW w:w="2694" w:type="dxa"/>
            <w:vAlign w:val="center"/>
          </w:tcPr>
          <w:p w14:paraId="1A798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7D481C" w14:textId="0F0290A3" w:rsidR="0085747A" w:rsidRPr="009C54AE" w:rsidRDefault="00FC20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2E37A9C" w14:textId="77777777" w:rsidTr="730A7F4B">
        <w:tc>
          <w:tcPr>
            <w:tcW w:w="2694" w:type="dxa"/>
            <w:vAlign w:val="center"/>
          </w:tcPr>
          <w:p w14:paraId="767A92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53BF6C" w14:textId="6CB86784" w:rsidR="0085747A" w:rsidRPr="009C54AE" w:rsidRDefault="00B141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0FF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488AF74F" w14:textId="77777777" w:rsidTr="730A7F4B">
        <w:tc>
          <w:tcPr>
            <w:tcW w:w="2694" w:type="dxa"/>
            <w:vAlign w:val="center"/>
          </w:tcPr>
          <w:p w14:paraId="2BE38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B7AD94" w14:textId="10BE5774" w:rsidR="0085747A" w:rsidRPr="009C54AE" w:rsidRDefault="2CA59712" w:rsidP="730A7F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0A7F4B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1F05D01E" w:rsidRPr="730A7F4B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Pr="730A7F4B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1F05D01E" w:rsidRPr="730A7F4B">
              <w:rPr>
                <w:rFonts w:ascii="Corbel" w:hAnsi="Corbel"/>
                <w:b w:val="0"/>
                <w:sz w:val="24"/>
                <w:szCs w:val="24"/>
              </w:rPr>
              <w:t>/ semestr</w:t>
            </w:r>
            <w:r w:rsidRPr="730A7F4B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0B70A412" w14:textId="77777777" w:rsidTr="730A7F4B">
        <w:tc>
          <w:tcPr>
            <w:tcW w:w="2694" w:type="dxa"/>
            <w:vAlign w:val="center"/>
          </w:tcPr>
          <w:p w14:paraId="163E64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DAA71" w14:textId="3D518D3C" w:rsidR="0085747A" w:rsidRPr="009C54AE" w:rsidRDefault="005C76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(obowiązkowy)</w:t>
            </w:r>
          </w:p>
        </w:tc>
      </w:tr>
      <w:tr w:rsidR="00923D7D" w:rsidRPr="009C54AE" w14:paraId="683DC039" w14:textId="77777777" w:rsidTr="730A7F4B">
        <w:tc>
          <w:tcPr>
            <w:tcW w:w="2694" w:type="dxa"/>
            <w:vAlign w:val="center"/>
          </w:tcPr>
          <w:p w14:paraId="7B52F31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45C906" w14:textId="5C307BD0" w:rsidR="00923D7D" w:rsidRPr="009C54AE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D58EFB8" w14:textId="77777777" w:rsidTr="730A7F4B">
        <w:tc>
          <w:tcPr>
            <w:tcW w:w="2694" w:type="dxa"/>
            <w:vAlign w:val="center"/>
          </w:tcPr>
          <w:p w14:paraId="24042A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E975CC" w14:textId="285802A7" w:rsidR="0085747A" w:rsidRPr="009C54AE" w:rsidRDefault="009B79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657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85747A" w:rsidRPr="009C54AE" w14:paraId="1C5B2BB9" w14:textId="77777777" w:rsidTr="730A7F4B">
        <w:tc>
          <w:tcPr>
            <w:tcW w:w="2694" w:type="dxa"/>
            <w:vAlign w:val="center"/>
          </w:tcPr>
          <w:p w14:paraId="07F15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104CB2" w14:textId="0AB94491" w:rsidR="0085747A" w:rsidRPr="009C54AE" w:rsidRDefault="009B79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Bentkowska-Furman</w:t>
            </w:r>
          </w:p>
        </w:tc>
      </w:tr>
    </w:tbl>
    <w:p w14:paraId="70A910A0" w14:textId="77777777" w:rsidR="0085747A" w:rsidRDefault="0085747A" w:rsidP="00DE1E1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D30308" w14:textId="77777777" w:rsidR="00DE1E1C" w:rsidRPr="009C54AE" w:rsidRDefault="00DE1E1C" w:rsidP="00DE1E1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73910" w14:textId="56283A86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E1E1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984DB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A2688C" w14:textId="77777777" w:rsidTr="001A55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C7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BF89D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E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B8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04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A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04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51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8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D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0797BC" w14:textId="77777777" w:rsidTr="00DE1E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A28B" w14:textId="4AE7A13D" w:rsidR="00015B8F" w:rsidRPr="009C54AE" w:rsidRDefault="001A551C" w:rsidP="00DE1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869C" w14:textId="04D1AAD6" w:rsidR="00015B8F" w:rsidRPr="009C54AE" w:rsidRDefault="00015B8F" w:rsidP="00DE1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FFE4" w14:textId="5A868493" w:rsidR="00015B8F" w:rsidRPr="009C54AE" w:rsidRDefault="00015B8F" w:rsidP="00DE1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92E9" w14:textId="612435C7" w:rsidR="00015B8F" w:rsidRPr="009C54AE" w:rsidRDefault="0074206D" w:rsidP="00DE1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E09E" w14:textId="77777777" w:rsidR="00015B8F" w:rsidRPr="009C54AE" w:rsidRDefault="00015B8F" w:rsidP="00DE1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DD6D" w14:textId="77777777" w:rsidR="00015B8F" w:rsidRPr="009C54AE" w:rsidRDefault="00015B8F" w:rsidP="00DE1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51C6" w14:textId="77777777" w:rsidR="00015B8F" w:rsidRPr="009C54AE" w:rsidRDefault="00015B8F" w:rsidP="00DE1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F518" w14:textId="77777777" w:rsidR="00015B8F" w:rsidRPr="009C54AE" w:rsidRDefault="00015B8F" w:rsidP="00DE1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5D3B" w14:textId="77777777" w:rsidR="00015B8F" w:rsidRPr="009C54AE" w:rsidRDefault="00015B8F" w:rsidP="00DE1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6D28" w14:textId="0730529C" w:rsidR="00015B8F" w:rsidRPr="009C54AE" w:rsidRDefault="0074206D" w:rsidP="00DE1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D3F78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4AE122" w14:textId="3680AE63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29C7BC48" w14:textId="77777777" w:rsidR="00DE1E1C" w:rsidRPr="009C54AE" w:rsidRDefault="00DE1E1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8ABBC3A" w14:textId="1E95828D" w:rsidR="0085747A" w:rsidRPr="00A72E2B" w:rsidRDefault="00DE1E1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Corbel" w:eastAsia="MS Gothic" w:hAnsi="Corbel" w:cs="MS Gothic"/>
          <w:bCs/>
          <w:szCs w:val="24"/>
        </w:rPr>
        <w:t xml:space="preserve"> X  </w:t>
      </w:r>
      <w:r w:rsidR="0085747A" w:rsidRPr="00461925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A72E2B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F60E60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6620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EDDCBB" w14:textId="77DB5F99" w:rsidR="00E22FBC" w:rsidRDefault="00E22FBC" w:rsidP="730A7F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30A7F4B">
        <w:rPr>
          <w:rFonts w:ascii="Corbel" w:hAnsi="Corbel"/>
          <w:smallCaps w:val="0"/>
        </w:rPr>
        <w:t>1.3</w:t>
      </w:r>
      <w:r w:rsidR="00DE1E1C">
        <w:rPr>
          <w:rFonts w:ascii="Corbel" w:hAnsi="Corbel"/>
          <w:smallCaps w:val="0"/>
        </w:rPr>
        <w:t>.</w:t>
      </w:r>
      <w:r w:rsidRPr="730A7F4B">
        <w:rPr>
          <w:rFonts w:ascii="Corbel" w:hAnsi="Corbel"/>
          <w:smallCaps w:val="0"/>
        </w:rPr>
        <w:t xml:space="preserve"> For</w:t>
      </w:r>
      <w:r w:rsidR="00445970" w:rsidRPr="730A7F4B">
        <w:rPr>
          <w:rFonts w:ascii="Corbel" w:hAnsi="Corbel"/>
          <w:smallCaps w:val="0"/>
        </w:rPr>
        <w:t xml:space="preserve">ma zaliczenia przedmiotu </w:t>
      </w:r>
      <w:r w:rsidRPr="730A7F4B">
        <w:rPr>
          <w:rFonts w:ascii="Corbel" w:hAnsi="Corbel"/>
          <w:smallCaps w:val="0"/>
        </w:rPr>
        <w:t xml:space="preserve">(z toku) </w:t>
      </w:r>
      <w:r w:rsidRPr="730A7F4B">
        <w:rPr>
          <w:rFonts w:ascii="Corbel" w:hAnsi="Corbel"/>
          <w:b w:val="0"/>
          <w:smallCaps w:val="0"/>
        </w:rPr>
        <w:t>(egzamin, zaliczenie z oceną, zaliczenie bez oceny)</w:t>
      </w:r>
    </w:p>
    <w:p w14:paraId="44BFA487" w14:textId="77777777" w:rsidR="005652C9" w:rsidRPr="009C54AE" w:rsidRDefault="005652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3DB89B7" w14:textId="29EE569D" w:rsidR="00071105" w:rsidRPr="00CB4504" w:rsidRDefault="008B6803" w:rsidP="00DE1E1C">
      <w:pPr>
        <w:spacing w:after="0" w:line="240" w:lineRule="auto"/>
        <w:ind w:left="71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Konwersatorium:</w:t>
      </w:r>
      <w:r w:rsidR="005479E3">
        <w:rPr>
          <w:rFonts w:ascii="Corbel" w:eastAsia="Cambria" w:hAnsi="Corbel"/>
          <w:sz w:val="24"/>
          <w:szCs w:val="24"/>
        </w:rPr>
        <w:t xml:space="preserve"> </w:t>
      </w:r>
      <w:r w:rsidR="00071105" w:rsidRPr="00CB4504">
        <w:rPr>
          <w:rFonts w:ascii="Corbel" w:eastAsia="Cambria" w:hAnsi="Corbel"/>
          <w:sz w:val="24"/>
          <w:szCs w:val="24"/>
        </w:rPr>
        <w:t>zaliczenie z oceną</w:t>
      </w:r>
    </w:p>
    <w:p w14:paraId="3801EB47" w14:textId="77777777" w:rsidR="00071105" w:rsidRDefault="000711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E4D1D0" w14:textId="4F020F3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D0F7DD0" w14:textId="77777777" w:rsidR="00541DC9" w:rsidRPr="009C54AE" w:rsidRDefault="00541DC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94D81E" w14:textId="77777777" w:rsidTr="00745302">
        <w:tc>
          <w:tcPr>
            <w:tcW w:w="9670" w:type="dxa"/>
          </w:tcPr>
          <w:p w14:paraId="2F1227FD" w14:textId="3FCC7BB2" w:rsidR="0085747A" w:rsidRPr="009C54AE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Pr="00CB45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dotycząca funkcjonowania administracji publicznej</w:t>
            </w:r>
          </w:p>
        </w:tc>
      </w:tr>
    </w:tbl>
    <w:p w14:paraId="7733F4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36D6A5" w14:textId="4EBC0346" w:rsidR="0085747A" w:rsidRPr="00C05F44" w:rsidRDefault="00541DC9" w:rsidP="730A7F4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730A7F4B">
        <w:rPr>
          <w:rFonts w:ascii="Corbel" w:hAnsi="Corbel"/>
        </w:rPr>
        <w:lastRenderedPageBreak/>
        <w:t>3.</w:t>
      </w:r>
      <w:r w:rsidR="0085747A" w:rsidRPr="730A7F4B">
        <w:rPr>
          <w:rFonts w:ascii="Corbel" w:hAnsi="Corbel"/>
        </w:rPr>
        <w:t xml:space="preserve"> </w:t>
      </w:r>
      <w:r w:rsidR="00A84C85" w:rsidRPr="730A7F4B">
        <w:rPr>
          <w:rFonts w:ascii="Corbel" w:hAnsi="Corbel"/>
        </w:rPr>
        <w:t>cele, efekty uczenia się</w:t>
      </w:r>
      <w:r w:rsidR="0085747A" w:rsidRPr="730A7F4B">
        <w:rPr>
          <w:rFonts w:ascii="Corbel" w:hAnsi="Corbel"/>
        </w:rPr>
        <w:t>, treści Programowe i stosowane metody Dydaktyczne</w:t>
      </w:r>
    </w:p>
    <w:p w14:paraId="15D548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3F47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B578E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13C7C" w:rsidRPr="009C54AE" w14:paraId="66B61722" w14:textId="77777777" w:rsidTr="00DE1E1C">
        <w:tc>
          <w:tcPr>
            <w:tcW w:w="845" w:type="dxa"/>
            <w:vAlign w:val="center"/>
          </w:tcPr>
          <w:p w14:paraId="0CEBFA8E" w14:textId="68BE276C" w:rsidR="00913C7C" w:rsidRPr="009C54AE" w:rsidRDefault="00913C7C" w:rsidP="00DE1E1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5D0D3DED" w14:textId="7BAC0A41" w:rsidR="00913C7C" w:rsidRPr="00DE1E1C" w:rsidRDefault="00913C7C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DE1E1C">
              <w:rPr>
                <w:rFonts w:ascii="Corbel" w:eastAsia="Cambria" w:hAnsi="Corbel" w:cs="Calibri"/>
                <w:b w:val="0"/>
                <w:bCs/>
                <w:iCs/>
                <w:sz w:val="24"/>
                <w:szCs w:val="24"/>
              </w:rPr>
              <w:t>Student powinien poznać podstawowe zagadnienia z zakresu organizacji stanowiska pracy w urzędzie, bezpieczeństwa i higieny pracy biurowej.</w:t>
            </w:r>
          </w:p>
        </w:tc>
      </w:tr>
      <w:tr w:rsidR="00913C7C" w:rsidRPr="009C54AE" w14:paraId="1E490D16" w14:textId="77777777" w:rsidTr="00DE1E1C">
        <w:tc>
          <w:tcPr>
            <w:tcW w:w="845" w:type="dxa"/>
            <w:vAlign w:val="center"/>
          </w:tcPr>
          <w:p w14:paraId="72A27101" w14:textId="0E385C88" w:rsidR="00913C7C" w:rsidRPr="009C54AE" w:rsidRDefault="00913C7C" w:rsidP="00DE1E1C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3C00616" w14:textId="4408FE9D" w:rsidR="00913C7C" w:rsidRPr="00DE1E1C" w:rsidRDefault="5F8ACB42" w:rsidP="730A7F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DE1E1C">
              <w:rPr>
                <w:rFonts w:ascii="Corbel" w:eastAsia="Cambria" w:hAnsi="Corbel" w:cs="Calibri"/>
                <w:b w:val="0"/>
                <w:iCs/>
                <w:sz w:val="24"/>
                <w:szCs w:val="24"/>
              </w:rPr>
              <w:t>Student powinien zapoznać się z regułami obiegu pism i korespondencji w instytucji publicznej,</w:t>
            </w:r>
            <w:r w:rsidR="57441EEB" w:rsidRPr="00DE1E1C">
              <w:rPr>
                <w:rFonts w:ascii="Corbel" w:eastAsia="Cambria" w:hAnsi="Corbel" w:cs="Calibri"/>
                <w:b w:val="0"/>
                <w:iCs/>
                <w:sz w:val="24"/>
                <w:szCs w:val="24"/>
              </w:rPr>
              <w:t xml:space="preserve"> </w:t>
            </w:r>
            <w:r w:rsidRPr="00DE1E1C">
              <w:rPr>
                <w:rFonts w:ascii="Corbel" w:eastAsia="Cambria" w:hAnsi="Corbel" w:cs="Calibri"/>
                <w:b w:val="0"/>
                <w:iCs/>
                <w:sz w:val="24"/>
                <w:szCs w:val="24"/>
              </w:rPr>
              <w:t>w tym zagadnieniami tworzenia poszczególnych rodzajów pism w sprawach, ich klasyfikacji, porządkowania, terminowości, przechowywania oraz archiwizacji. Dotyczy to zarówno dokumentacji papierowej jak też elektronicznej.</w:t>
            </w:r>
          </w:p>
        </w:tc>
      </w:tr>
      <w:tr w:rsidR="00913C7C" w:rsidRPr="009C54AE" w14:paraId="458C54B9" w14:textId="77777777" w:rsidTr="00DE1E1C">
        <w:tc>
          <w:tcPr>
            <w:tcW w:w="845" w:type="dxa"/>
            <w:vAlign w:val="center"/>
          </w:tcPr>
          <w:p w14:paraId="7387C67A" w14:textId="7E71171D" w:rsidR="00913C7C" w:rsidRPr="009C54AE" w:rsidRDefault="00913C7C" w:rsidP="00DE1E1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4533CACC" w14:textId="65C4A8BD" w:rsidR="00913C7C" w:rsidRPr="00DE1E1C" w:rsidRDefault="00913C7C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DE1E1C">
              <w:rPr>
                <w:rFonts w:ascii="Corbel" w:eastAsia="Cambria" w:hAnsi="Corbel" w:cs="Calibri"/>
                <w:b w:val="0"/>
                <w:iCs/>
                <w:sz w:val="24"/>
                <w:szCs w:val="24"/>
              </w:rPr>
              <w:t>Student powinien umieć zastosować pozyskaną wiedzę w praktyce.</w:t>
            </w:r>
          </w:p>
        </w:tc>
      </w:tr>
      <w:tr w:rsidR="00913C7C" w:rsidRPr="009C54AE" w14:paraId="74E6A5B9" w14:textId="77777777" w:rsidTr="00DE1E1C">
        <w:tc>
          <w:tcPr>
            <w:tcW w:w="845" w:type="dxa"/>
            <w:vAlign w:val="center"/>
          </w:tcPr>
          <w:p w14:paraId="75E2D23B" w14:textId="3FA48222" w:rsidR="00913C7C" w:rsidRPr="009C54AE" w:rsidRDefault="00913C7C" w:rsidP="00DE1E1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FA9CE4A" w14:textId="448A5697" w:rsidR="00913C7C" w:rsidRPr="00DE1E1C" w:rsidRDefault="00913C7C" w:rsidP="008D01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DE1E1C">
              <w:rPr>
                <w:rFonts w:ascii="Corbel" w:eastAsia="Cambria" w:hAnsi="Corbel" w:cs="Calibri"/>
                <w:b w:val="0"/>
                <w:iCs/>
                <w:sz w:val="24"/>
                <w:szCs w:val="24"/>
                <w:lang w:eastAsia="en-US"/>
              </w:rPr>
              <w:t>Student powinien być przygotowany do właściwego kontaktu z klientem instytucji, współpracownikami, zwierzchnikiem.</w:t>
            </w:r>
          </w:p>
        </w:tc>
      </w:tr>
    </w:tbl>
    <w:p w14:paraId="339B0B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DEC8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090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8B0B119" w14:textId="77777777" w:rsidTr="00A028F5">
        <w:tc>
          <w:tcPr>
            <w:tcW w:w="1679" w:type="dxa"/>
            <w:vAlign w:val="center"/>
          </w:tcPr>
          <w:p w14:paraId="1F16C0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6D8E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AB3A43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9C54AE" w14:paraId="40DF1C99" w14:textId="77777777" w:rsidTr="00A028F5">
        <w:tc>
          <w:tcPr>
            <w:tcW w:w="1679" w:type="dxa"/>
          </w:tcPr>
          <w:p w14:paraId="4DD1952D" w14:textId="45459D6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028F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6" w:type="dxa"/>
          </w:tcPr>
          <w:p w14:paraId="7C54CA58" w14:textId="55142124" w:rsidR="0085747A" w:rsidRPr="009C54AE" w:rsidRDefault="006A31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1C1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65" w:type="dxa"/>
          </w:tcPr>
          <w:p w14:paraId="5BE37A7E" w14:textId="515CFE34" w:rsidR="0085747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3CB0D8AC" w14:textId="77777777" w:rsidTr="00A028F5">
        <w:tc>
          <w:tcPr>
            <w:tcW w:w="1679" w:type="dxa"/>
          </w:tcPr>
          <w:p w14:paraId="4A58F7D7" w14:textId="2CAB1B9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81D8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028F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6" w:type="dxa"/>
          </w:tcPr>
          <w:p w14:paraId="5228E046" w14:textId="68D271B8" w:rsidR="0085747A" w:rsidRPr="009C54AE" w:rsidRDefault="00A677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7744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65" w:type="dxa"/>
          </w:tcPr>
          <w:p w14:paraId="0530D039" w14:textId="42B70D7C" w:rsidR="0085747A" w:rsidRPr="009C54AE" w:rsidRDefault="00F81D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B80432" w:rsidRPr="009C54AE" w14:paraId="618F33E1" w14:textId="77777777" w:rsidTr="00A028F5">
        <w:tc>
          <w:tcPr>
            <w:tcW w:w="1679" w:type="dxa"/>
          </w:tcPr>
          <w:p w14:paraId="34A22CBF" w14:textId="53D434B0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1D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14:paraId="4C9B7646" w14:textId="4372B906" w:rsidR="00B80432" w:rsidRPr="00A67744" w:rsidRDefault="00A635D9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35D9">
              <w:rPr>
                <w:rFonts w:ascii="Corbel" w:hAnsi="Corbel"/>
                <w:b w:val="0"/>
                <w:smallCaps w:val="0"/>
                <w:szCs w:val="24"/>
              </w:rPr>
              <w:t>potrafi samodzielnie zdobywać wiedzę i rozwijać swoje profesjonalne umiejętności, korzystając z różnych źródeł i nowoczesnych technologii;</w:t>
            </w:r>
          </w:p>
        </w:tc>
        <w:tc>
          <w:tcPr>
            <w:tcW w:w="1865" w:type="dxa"/>
          </w:tcPr>
          <w:p w14:paraId="031541F0" w14:textId="0959DEEB" w:rsidR="00B80432" w:rsidRPr="00F81D8A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635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80432" w:rsidRPr="009C54AE" w14:paraId="30A3B2C1" w14:textId="77777777" w:rsidTr="00A028F5">
        <w:tc>
          <w:tcPr>
            <w:tcW w:w="1679" w:type="dxa"/>
          </w:tcPr>
          <w:p w14:paraId="405A925C" w14:textId="28D700BB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6" w:type="dxa"/>
          </w:tcPr>
          <w:p w14:paraId="6DADA16B" w14:textId="3C45EC00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EE3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i zespołową oraz aktywnie współdziałać w grupie, przyjmując w niej określone role;</w:t>
            </w:r>
          </w:p>
        </w:tc>
        <w:tc>
          <w:tcPr>
            <w:tcW w:w="1865" w:type="dxa"/>
          </w:tcPr>
          <w:p w14:paraId="39168972" w14:textId="43FD1446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80432" w:rsidRPr="009C54AE" w14:paraId="084A4319" w14:textId="77777777" w:rsidTr="00E735E1">
        <w:trPr>
          <w:trHeight w:val="937"/>
        </w:trPr>
        <w:tc>
          <w:tcPr>
            <w:tcW w:w="1679" w:type="dxa"/>
          </w:tcPr>
          <w:p w14:paraId="6F8FCB62" w14:textId="53AABA98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</w:tcPr>
          <w:p w14:paraId="7A7A570C" w14:textId="147A0D5D" w:rsidR="00B80432" w:rsidRPr="009C54AE" w:rsidRDefault="00E735E1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735E1">
              <w:rPr>
                <w:rFonts w:ascii="Corbel" w:hAnsi="Corbel"/>
                <w:b w:val="0"/>
                <w:smallCaps w:val="0"/>
                <w:szCs w:val="24"/>
              </w:rPr>
              <w:t>przedsiębiorczego i kreatywnego myślenia oraz działania z wykorzystaniem wiedzy zdobytej w trakcie studiów;</w:t>
            </w:r>
          </w:p>
        </w:tc>
        <w:tc>
          <w:tcPr>
            <w:tcW w:w="1865" w:type="dxa"/>
          </w:tcPr>
          <w:p w14:paraId="426A6FA7" w14:textId="3146F52B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32A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B80432" w:rsidRPr="009C54AE" w14:paraId="1F065476" w14:textId="77777777" w:rsidTr="00A028F5">
        <w:tc>
          <w:tcPr>
            <w:tcW w:w="1679" w:type="dxa"/>
          </w:tcPr>
          <w:p w14:paraId="21783D92" w14:textId="469A51B6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14:paraId="1CDEC935" w14:textId="70D493AC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670C73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65" w:type="dxa"/>
          </w:tcPr>
          <w:p w14:paraId="29D9AE74" w14:textId="5EFF992B" w:rsidR="00B80432" w:rsidRPr="009C54AE" w:rsidRDefault="00B80432" w:rsidP="00B80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7E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3F0A5D6F" w14:textId="77777777" w:rsidR="00A74A00" w:rsidRDefault="00A74A0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720B79" w14:textId="1F47C003" w:rsidR="0085747A" w:rsidRDefault="00541DC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2C974F59" w14:textId="77777777" w:rsidR="00DE1E1C" w:rsidRPr="009C54AE" w:rsidRDefault="00DE1E1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92ED6E8" w14:textId="2EB58725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541DC9">
        <w:rPr>
          <w:rFonts w:ascii="Corbel" w:hAnsi="Corbel"/>
          <w:sz w:val="24"/>
          <w:szCs w:val="24"/>
        </w:rPr>
        <w:t>– nie dotyczy</w:t>
      </w:r>
    </w:p>
    <w:p w14:paraId="7DFE05ED" w14:textId="77777777" w:rsidR="00DE1E1C" w:rsidRPr="009C54AE" w:rsidRDefault="00DE1E1C" w:rsidP="00DE1E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4BC3E9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C1D732" w14:textId="77777777" w:rsidR="00D168B4" w:rsidRPr="009C54AE" w:rsidRDefault="00D168B4" w:rsidP="00D168B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D168B4" w:rsidRPr="009C54AE" w14:paraId="4253D21D" w14:textId="77777777" w:rsidTr="730A7F4B">
        <w:tc>
          <w:tcPr>
            <w:tcW w:w="9491" w:type="dxa"/>
          </w:tcPr>
          <w:p w14:paraId="0663EBA5" w14:textId="77777777" w:rsidR="00D168B4" w:rsidRPr="009C54AE" w:rsidRDefault="00D168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1" w:name="_Hlk177035411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68B4" w:rsidRPr="009C54AE" w14:paraId="1F477B94" w14:textId="77777777" w:rsidTr="730A7F4B">
        <w:tc>
          <w:tcPr>
            <w:tcW w:w="9491" w:type="dxa"/>
          </w:tcPr>
          <w:p w14:paraId="24B06CB7" w14:textId="737A7287" w:rsidR="00D168B4" w:rsidRPr="006C146E" w:rsidRDefault="00D168B4" w:rsidP="006C14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46E">
              <w:rPr>
                <w:rFonts w:ascii="Corbel" w:hAnsi="Corbel"/>
                <w:sz w:val="24"/>
                <w:szCs w:val="24"/>
              </w:rPr>
              <w:t xml:space="preserve">Podstawowe wiadomości na temat pracy administracyjnej, charakterystyka pracy </w:t>
            </w:r>
            <w:r w:rsidR="00FD714F">
              <w:rPr>
                <w:rFonts w:ascii="Corbel" w:hAnsi="Corbel"/>
                <w:sz w:val="24"/>
                <w:szCs w:val="24"/>
              </w:rPr>
              <w:t>administracyjnej i biurowej.</w:t>
            </w:r>
          </w:p>
        </w:tc>
      </w:tr>
      <w:tr w:rsidR="006C146E" w:rsidRPr="009C54AE" w14:paraId="43F1D9B3" w14:textId="77777777" w:rsidTr="730A7F4B">
        <w:tc>
          <w:tcPr>
            <w:tcW w:w="9491" w:type="dxa"/>
          </w:tcPr>
          <w:p w14:paraId="06DC13D7" w14:textId="3B88A3AC" w:rsidR="006C146E" w:rsidRPr="005063DA" w:rsidRDefault="006C1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Urząd i jego wewnętrzna struktura</w:t>
            </w:r>
            <w:r w:rsidR="00FD71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146E" w:rsidRPr="009C54AE" w14:paraId="7735FE0B" w14:textId="77777777" w:rsidTr="730A7F4B">
        <w:tc>
          <w:tcPr>
            <w:tcW w:w="9491" w:type="dxa"/>
          </w:tcPr>
          <w:p w14:paraId="71417518" w14:textId="197E1266" w:rsidR="006C146E" w:rsidRDefault="006C1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 prawa wewnętrznego regulujące działanie urzędu. </w:t>
            </w:r>
          </w:p>
        </w:tc>
      </w:tr>
      <w:tr w:rsidR="00D168B4" w:rsidRPr="00B6714B" w14:paraId="409D2F19" w14:textId="77777777" w:rsidTr="730A7F4B">
        <w:tc>
          <w:tcPr>
            <w:tcW w:w="9491" w:type="dxa"/>
          </w:tcPr>
          <w:p w14:paraId="145CA11A" w14:textId="73AFC69B" w:rsidR="00D168B4" w:rsidRPr="00B6714B" w:rsidRDefault="006C1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i środowisko pracy w urzędzie. System ochrony pracy. BHP w urzędzie.</w:t>
            </w:r>
          </w:p>
        </w:tc>
      </w:tr>
      <w:tr w:rsidR="006C146E" w:rsidRPr="00B6714B" w14:paraId="7AA000A5" w14:textId="77777777" w:rsidTr="730A7F4B">
        <w:tc>
          <w:tcPr>
            <w:tcW w:w="9491" w:type="dxa"/>
          </w:tcPr>
          <w:p w14:paraId="282DA858" w14:textId="73144F5F" w:rsidR="006C146E" w:rsidRDefault="006C1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Środowisko i ergonomia pracy w urzędzie</w:t>
            </w:r>
          </w:p>
        </w:tc>
      </w:tr>
      <w:tr w:rsidR="00700F09" w:rsidRPr="00B6714B" w14:paraId="74E9FFC1" w14:textId="77777777" w:rsidTr="730A7F4B">
        <w:tc>
          <w:tcPr>
            <w:tcW w:w="9491" w:type="dxa"/>
          </w:tcPr>
          <w:p w14:paraId="1BF0834E" w14:textId="65380C28" w:rsidR="00700F09" w:rsidRDefault="00FD714F" w:rsidP="00700F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dokumentów. </w:t>
            </w:r>
            <w:r w:rsidR="00700F09" w:rsidRPr="005063DA">
              <w:rPr>
                <w:rFonts w:ascii="Corbel" w:hAnsi="Corbel"/>
                <w:sz w:val="24"/>
                <w:szCs w:val="24"/>
              </w:rPr>
              <w:t>Dokumentacja pracownicza.</w:t>
            </w:r>
            <w:r w:rsidR="00700F09">
              <w:t xml:space="preserve"> </w:t>
            </w:r>
            <w:r w:rsidR="00700F09" w:rsidRPr="005063DA">
              <w:rPr>
                <w:rFonts w:ascii="Corbel" w:hAnsi="Corbel"/>
                <w:sz w:val="24"/>
                <w:szCs w:val="24"/>
              </w:rPr>
              <w:t>Przetwarzanie danych osobowych w administracji publicznej.</w:t>
            </w:r>
          </w:p>
        </w:tc>
      </w:tr>
      <w:tr w:rsidR="00700F09" w:rsidRPr="00B6714B" w14:paraId="5D90AA45" w14:textId="77777777" w:rsidTr="730A7F4B">
        <w:tc>
          <w:tcPr>
            <w:tcW w:w="9491" w:type="dxa"/>
          </w:tcPr>
          <w:p w14:paraId="490EF318" w14:textId="6DCE2038" w:rsidR="00700F09" w:rsidRDefault="00700F09" w:rsidP="00700F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Obieg dokumentów. Systemy kancelaryjne.</w:t>
            </w:r>
          </w:p>
        </w:tc>
      </w:tr>
      <w:tr w:rsidR="00700F09" w:rsidRPr="00B6714B" w14:paraId="351E104D" w14:textId="77777777" w:rsidTr="730A7F4B">
        <w:tc>
          <w:tcPr>
            <w:tcW w:w="9491" w:type="dxa"/>
          </w:tcPr>
          <w:p w14:paraId="118BA3F8" w14:textId="07AF011B" w:rsidR="00700F09" w:rsidRDefault="00700F09" w:rsidP="00700F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Wykonywanie czynności kancelaryjnych w urzędzie.</w:t>
            </w:r>
          </w:p>
        </w:tc>
      </w:tr>
      <w:tr w:rsidR="00FD714F" w:rsidRPr="00B6714B" w14:paraId="6843FC38" w14:textId="77777777" w:rsidTr="730A7F4B">
        <w:tc>
          <w:tcPr>
            <w:tcW w:w="9491" w:type="dxa"/>
          </w:tcPr>
          <w:p w14:paraId="742C72FB" w14:textId="0D16FCDF" w:rsidR="00FD714F" w:rsidRDefault="00FD714F" w:rsidP="00700F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14F">
              <w:rPr>
                <w:rFonts w:ascii="Corbel" w:hAnsi="Corbel"/>
                <w:sz w:val="24"/>
                <w:szCs w:val="24"/>
              </w:rPr>
              <w:t>Archiwizacja dokumentacji urzędowej.</w:t>
            </w:r>
          </w:p>
        </w:tc>
      </w:tr>
      <w:tr w:rsidR="00FD714F" w:rsidRPr="00B6714B" w14:paraId="06C37AFB" w14:textId="77777777" w:rsidTr="730A7F4B">
        <w:tc>
          <w:tcPr>
            <w:tcW w:w="9491" w:type="dxa"/>
          </w:tcPr>
          <w:p w14:paraId="52684F9F" w14:textId="7B682788" w:rsidR="00FD714F" w:rsidRDefault="00FD714F" w:rsidP="00FD71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14F">
              <w:rPr>
                <w:rFonts w:ascii="Corbel" w:hAnsi="Corbel"/>
                <w:sz w:val="24"/>
                <w:szCs w:val="24"/>
              </w:rPr>
              <w:t>Jawność działania administracji, dostęp do informacji publicznej.</w:t>
            </w:r>
          </w:p>
        </w:tc>
      </w:tr>
      <w:tr w:rsidR="00FD714F" w:rsidRPr="00B6714B" w14:paraId="6D3EEC7E" w14:textId="77777777" w:rsidTr="730A7F4B">
        <w:tc>
          <w:tcPr>
            <w:tcW w:w="9491" w:type="dxa"/>
          </w:tcPr>
          <w:p w14:paraId="3DB53F01" w14:textId="7E06E702" w:rsidR="00FD714F" w:rsidRPr="00FD714F" w:rsidRDefault="00FD714F" w:rsidP="00FD71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14F">
              <w:rPr>
                <w:rFonts w:ascii="Corbel" w:hAnsi="Corbel"/>
                <w:sz w:val="24"/>
                <w:szCs w:val="24"/>
              </w:rPr>
              <w:t>Komunikacja w administracji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714F">
              <w:rPr>
                <w:rFonts w:ascii="Corbel" w:hAnsi="Corbel"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>zewnętrzna (proces komunikacji, bariery, zasady komunikacji z obywatelem)</w:t>
            </w:r>
          </w:p>
        </w:tc>
      </w:tr>
      <w:tr w:rsidR="00700F09" w:rsidRPr="00B6714B" w14:paraId="3B715F5A" w14:textId="77777777" w:rsidTr="730A7F4B">
        <w:tc>
          <w:tcPr>
            <w:tcW w:w="9491" w:type="dxa"/>
          </w:tcPr>
          <w:p w14:paraId="61E8CF9B" w14:textId="41276E99" w:rsidR="00700F09" w:rsidRDefault="00FD714F" w:rsidP="00700F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14F">
              <w:rPr>
                <w:rFonts w:ascii="Corbel" w:hAnsi="Corbel"/>
                <w:sz w:val="24"/>
                <w:szCs w:val="24"/>
              </w:rPr>
              <w:t>Komunikacja wewnątrz instytucji – kanały komunikacyjne, uczestnicy, komunikacja formalna i nieformalna.</w:t>
            </w:r>
          </w:p>
        </w:tc>
      </w:tr>
      <w:tr w:rsidR="00700F09" w:rsidRPr="00B6714B" w14:paraId="705525F6" w14:textId="77777777" w:rsidTr="730A7F4B">
        <w:tc>
          <w:tcPr>
            <w:tcW w:w="9491" w:type="dxa"/>
          </w:tcPr>
          <w:p w14:paraId="201F6AE9" w14:textId="235706F9" w:rsidR="00700F09" w:rsidRPr="005063DA" w:rsidRDefault="00700F09" w:rsidP="00700F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informacji i technologii informacyjnych. </w:t>
            </w:r>
            <w:r w:rsidR="00FD714F" w:rsidRPr="005063DA">
              <w:rPr>
                <w:rFonts w:ascii="Corbel" w:hAnsi="Corbel"/>
                <w:sz w:val="24"/>
                <w:szCs w:val="24"/>
              </w:rPr>
              <w:t xml:space="preserve"> Internet jako narzędzie komunikacji instytucji z otoczeniem.</w:t>
            </w:r>
            <w:r w:rsidR="00AD57D7">
              <w:rPr>
                <w:rFonts w:ascii="Corbel" w:hAnsi="Corbel"/>
                <w:sz w:val="24"/>
                <w:szCs w:val="24"/>
              </w:rPr>
              <w:t xml:space="preserve"> Praca zdalna.</w:t>
            </w:r>
          </w:p>
        </w:tc>
      </w:tr>
      <w:tr w:rsidR="00700F09" w:rsidRPr="00B6714B" w14:paraId="0E5E1536" w14:textId="77777777" w:rsidTr="730A7F4B">
        <w:tc>
          <w:tcPr>
            <w:tcW w:w="9491" w:type="dxa"/>
          </w:tcPr>
          <w:p w14:paraId="5F8BB9A7" w14:textId="16CD58C4" w:rsidR="00700F09" w:rsidRDefault="00700F09" w:rsidP="00700F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Elektroniczna administracja. E-urząd. E-usługi.</w:t>
            </w:r>
          </w:p>
        </w:tc>
      </w:tr>
      <w:tr w:rsidR="00700F09" w:rsidRPr="00B6714B" w14:paraId="198249A4" w14:textId="77777777" w:rsidTr="730A7F4B">
        <w:tc>
          <w:tcPr>
            <w:tcW w:w="9491" w:type="dxa"/>
          </w:tcPr>
          <w:p w14:paraId="2DA7CD78" w14:textId="1EEC40C2" w:rsidR="00700F09" w:rsidRPr="005063DA" w:rsidRDefault="00700F09" w:rsidP="00700F09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5063DA">
              <w:rPr>
                <w:rFonts w:ascii="Corbel" w:hAnsi="Corbel"/>
                <w:iCs/>
                <w:sz w:val="24"/>
                <w:szCs w:val="24"/>
              </w:rPr>
              <w:t>Pisma urzędowe</w:t>
            </w:r>
            <w:r w:rsidR="00FD714F">
              <w:rPr>
                <w:rFonts w:ascii="Corbel" w:hAnsi="Corbel"/>
                <w:iCs/>
                <w:sz w:val="24"/>
                <w:szCs w:val="24"/>
              </w:rPr>
              <w:t xml:space="preserve"> i zasady, i sporządzania, język urzędowy.</w:t>
            </w:r>
          </w:p>
        </w:tc>
      </w:tr>
      <w:tr w:rsidR="00700F09" w:rsidRPr="00B6714B" w14:paraId="2F429C06" w14:textId="77777777" w:rsidTr="730A7F4B">
        <w:tc>
          <w:tcPr>
            <w:tcW w:w="9491" w:type="dxa"/>
          </w:tcPr>
          <w:p w14:paraId="364FD246" w14:textId="5450BAB2" w:rsidR="00700F09" w:rsidRPr="005063DA" w:rsidRDefault="00FD714F" w:rsidP="00700F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urzędnicza.</w:t>
            </w:r>
          </w:p>
        </w:tc>
      </w:tr>
      <w:bookmarkEnd w:id="1"/>
    </w:tbl>
    <w:p w14:paraId="2AB0A936" w14:textId="77777777" w:rsidR="00733A00" w:rsidRDefault="00733A0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CA326CD" w14:textId="635E10A0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9CF13D" w14:textId="73D90921" w:rsidR="00E960BB" w:rsidRPr="00DE1E1C" w:rsidRDefault="00DE1E1C" w:rsidP="00DE1E1C">
      <w:pPr>
        <w:pStyle w:val="Punktygwne"/>
        <w:ind w:left="798"/>
        <w:jc w:val="both"/>
        <w:rPr>
          <w:rFonts w:ascii="Corbel" w:hAnsi="Corbel"/>
          <w:b w:val="0"/>
          <w:bCs/>
          <w:iCs/>
          <w:smallCaps w:val="0"/>
          <w:szCs w:val="24"/>
        </w:rPr>
      </w:pPr>
      <w:r>
        <w:rPr>
          <w:rFonts w:ascii="Corbel" w:hAnsi="Corbel"/>
          <w:b w:val="0"/>
          <w:bCs/>
          <w:iCs/>
          <w:smallCaps w:val="0"/>
          <w:szCs w:val="24"/>
        </w:rPr>
        <w:t>K</w:t>
      </w:r>
      <w:r w:rsidR="00D460C2" w:rsidRPr="00DE1E1C">
        <w:rPr>
          <w:rFonts w:ascii="Corbel" w:hAnsi="Corbel"/>
          <w:b w:val="0"/>
          <w:bCs/>
          <w:iCs/>
          <w:smallCaps w:val="0"/>
          <w:szCs w:val="24"/>
        </w:rPr>
        <w:t>onwersatorium</w:t>
      </w:r>
      <w:r w:rsidR="004C6787" w:rsidRPr="00DE1E1C">
        <w:rPr>
          <w:rFonts w:ascii="Corbel" w:hAnsi="Corbel"/>
          <w:b w:val="0"/>
          <w:bCs/>
          <w:iCs/>
          <w:smallCaps w:val="0"/>
          <w:szCs w:val="24"/>
        </w:rPr>
        <w:t xml:space="preserve">: </w:t>
      </w:r>
      <w:r w:rsidR="00AF1EBE" w:rsidRPr="00DE1E1C">
        <w:rPr>
          <w:rFonts w:ascii="Corbel" w:hAnsi="Corbel"/>
          <w:b w:val="0"/>
          <w:bCs/>
          <w:iCs/>
          <w:smallCaps w:val="0"/>
          <w:szCs w:val="24"/>
        </w:rPr>
        <w:t>analiza tekstów z dyskusją, metoda projektów (prezentacja multimedialna/referat), praca w grupach (rozwiązywanie zadań, dyskusja)</w:t>
      </w:r>
      <w:r w:rsidR="00D51D47" w:rsidRPr="00DE1E1C">
        <w:rPr>
          <w:rFonts w:ascii="Corbel" w:hAnsi="Corbel"/>
          <w:b w:val="0"/>
          <w:bCs/>
          <w:iCs/>
          <w:smallCaps w:val="0"/>
          <w:szCs w:val="24"/>
        </w:rPr>
        <w:t>.</w:t>
      </w:r>
      <w:r w:rsidR="00C75278" w:rsidRPr="00DE1E1C">
        <w:rPr>
          <w:b w:val="0"/>
          <w:bCs/>
          <w:iCs/>
          <w:smallCaps w:val="0"/>
          <w:szCs w:val="24"/>
        </w:rPr>
        <w:t xml:space="preserve"> </w:t>
      </w:r>
      <w:bookmarkStart w:id="2" w:name="_Hlk177036404"/>
      <w:r w:rsidR="00C75278" w:rsidRPr="00DE1E1C">
        <w:rPr>
          <w:rFonts w:ascii="Corbel" w:hAnsi="Corbel"/>
          <w:b w:val="0"/>
          <w:bCs/>
          <w:iCs/>
          <w:smallCaps w:val="0"/>
          <w:szCs w:val="24"/>
        </w:rPr>
        <w:t>metody samodzielnego dochodzenia do wiedzy: metoda problemowa, metoda przypadków, metoda sytuacyjna.</w:t>
      </w:r>
    </w:p>
    <w:bookmarkEnd w:id="2"/>
    <w:p w14:paraId="68DF8A8C" w14:textId="77777777" w:rsidR="00E960BB" w:rsidRPr="00DE1E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iCs/>
          <w:smallCaps w:val="0"/>
          <w:szCs w:val="24"/>
        </w:rPr>
      </w:pPr>
    </w:p>
    <w:p w14:paraId="2FE55362" w14:textId="77777777" w:rsidR="00DE1E1C" w:rsidRDefault="00DE1E1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2D31172" w14:textId="2A2A32A3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65134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5911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CBD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1037CD" w14:textId="77777777" w:rsidTr="00C05F44">
        <w:tc>
          <w:tcPr>
            <w:tcW w:w="1985" w:type="dxa"/>
            <w:vAlign w:val="center"/>
          </w:tcPr>
          <w:p w14:paraId="65FE129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1B1A5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CD86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BBCC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A668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6B660F6" w14:textId="77777777" w:rsidTr="00DE1E1C">
        <w:trPr>
          <w:trHeight w:val="397"/>
        </w:trPr>
        <w:tc>
          <w:tcPr>
            <w:tcW w:w="1985" w:type="dxa"/>
          </w:tcPr>
          <w:p w14:paraId="3F398286" w14:textId="1494DD60" w:rsidR="0085747A" w:rsidRPr="00DE1E1C" w:rsidRDefault="00DE1E1C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E1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C511A5C" w14:textId="0F26FA05" w:rsidR="0085747A" w:rsidRPr="00DE1E1C" w:rsidRDefault="00D20863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E1C">
              <w:rPr>
                <w:rFonts w:ascii="Corbel" w:hAnsi="Corbel"/>
                <w:b w:val="0"/>
                <w:smallCaps w:val="0"/>
                <w:szCs w:val="24"/>
              </w:rPr>
              <w:t>kolo</w:t>
            </w:r>
            <w:r w:rsidR="001714DE" w:rsidRPr="00DE1E1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DE1E1C">
              <w:rPr>
                <w:rFonts w:ascii="Corbel" w:hAnsi="Corbel"/>
                <w:b w:val="0"/>
                <w:smallCaps w:val="0"/>
                <w:szCs w:val="24"/>
              </w:rPr>
              <w:t>wium,</w:t>
            </w:r>
          </w:p>
        </w:tc>
        <w:tc>
          <w:tcPr>
            <w:tcW w:w="2126" w:type="dxa"/>
          </w:tcPr>
          <w:p w14:paraId="6E6D006E" w14:textId="730CA27A" w:rsidR="0085747A" w:rsidRPr="00DE1E1C" w:rsidRDefault="00412D19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E1E1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E1E1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0B78EFC9" w14:textId="77777777" w:rsidTr="00DE1E1C">
        <w:trPr>
          <w:trHeight w:val="397"/>
        </w:trPr>
        <w:tc>
          <w:tcPr>
            <w:tcW w:w="1985" w:type="dxa"/>
          </w:tcPr>
          <w:p w14:paraId="7DB2B7DF" w14:textId="2DFD6366" w:rsidR="0085747A" w:rsidRPr="00DE1E1C" w:rsidRDefault="00DE1E1C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E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C44E58A" w14:textId="378E75B1" w:rsidR="0085747A" w:rsidRPr="00DE1E1C" w:rsidRDefault="007A3025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E1C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="00BC2EBE" w:rsidRPr="00DE1E1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DE1E1C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0A26BEF8" w14:textId="47C1CB39" w:rsidR="0085747A" w:rsidRPr="00DE1E1C" w:rsidRDefault="00412D19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E1E1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E1E1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714DE" w:rsidRPr="009C54AE" w14:paraId="49D732E6" w14:textId="77777777" w:rsidTr="00DE1E1C">
        <w:trPr>
          <w:trHeight w:val="397"/>
        </w:trPr>
        <w:tc>
          <w:tcPr>
            <w:tcW w:w="1985" w:type="dxa"/>
          </w:tcPr>
          <w:p w14:paraId="0BC2104D" w14:textId="6CDB0A62" w:rsidR="001714DE" w:rsidRPr="00DE1E1C" w:rsidRDefault="00DE1E1C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E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EF806C8" w14:textId="6792EB79" w:rsidR="001714DE" w:rsidRPr="00DE1E1C" w:rsidRDefault="00BC2EBE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E1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116DA" w:rsidRPr="00DE1E1C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AB5F11" w:rsidRPr="00DE1E1C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26" w:type="dxa"/>
          </w:tcPr>
          <w:p w14:paraId="7C28F1F5" w14:textId="36225B23" w:rsidR="001714DE" w:rsidRPr="00DE1E1C" w:rsidRDefault="00412D19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E1E1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E1E1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714DE" w:rsidRPr="009C54AE" w14:paraId="33001785" w14:textId="77777777" w:rsidTr="00DE1E1C">
        <w:trPr>
          <w:trHeight w:val="397"/>
        </w:trPr>
        <w:tc>
          <w:tcPr>
            <w:tcW w:w="1985" w:type="dxa"/>
          </w:tcPr>
          <w:p w14:paraId="2381FABB" w14:textId="21D63FFB" w:rsidR="001714DE" w:rsidRPr="00DE1E1C" w:rsidRDefault="00DE1E1C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E1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C7CA6AF" w14:textId="2E348E06" w:rsidR="001714DE" w:rsidRPr="00DE1E1C" w:rsidRDefault="00BC2EBE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E1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116DA" w:rsidRPr="00DE1E1C">
              <w:rPr>
                <w:rFonts w:ascii="Corbel" w:hAnsi="Corbel"/>
                <w:b w:val="0"/>
                <w:smallCaps w:val="0"/>
                <w:szCs w:val="24"/>
              </w:rPr>
              <w:t>bserwacja w trakcie zajęć, praca w grupie</w:t>
            </w:r>
            <w:r w:rsidR="00AB5F11" w:rsidRPr="00DE1E1C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26" w:type="dxa"/>
          </w:tcPr>
          <w:p w14:paraId="65135DBD" w14:textId="649034EB" w:rsidR="001714DE" w:rsidRPr="00DE1E1C" w:rsidRDefault="00412D19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E1E1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E1E1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86931" w:rsidRPr="009C54AE" w14:paraId="41F8B16F" w14:textId="77777777" w:rsidTr="00DE1E1C">
        <w:trPr>
          <w:trHeight w:val="397"/>
        </w:trPr>
        <w:tc>
          <w:tcPr>
            <w:tcW w:w="1985" w:type="dxa"/>
          </w:tcPr>
          <w:p w14:paraId="114B4EAF" w14:textId="33614A24" w:rsidR="00386931" w:rsidRPr="00DE1E1C" w:rsidRDefault="00DE1E1C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E1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11651E4" w14:textId="7D052DBF" w:rsidR="00386931" w:rsidRPr="00DE1E1C" w:rsidRDefault="00B148BA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E1C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="00BC2EBE" w:rsidRPr="00DE1E1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DE1E1C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205041CA" w14:textId="02E4F8C5" w:rsidR="00386931" w:rsidRPr="00DE1E1C" w:rsidRDefault="00412D19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E1E1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E1E1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86931" w:rsidRPr="009C54AE" w14:paraId="10BCC787" w14:textId="77777777" w:rsidTr="00DE1E1C">
        <w:trPr>
          <w:trHeight w:val="397"/>
        </w:trPr>
        <w:tc>
          <w:tcPr>
            <w:tcW w:w="1985" w:type="dxa"/>
          </w:tcPr>
          <w:p w14:paraId="514AA2F8" w14:textId="36660545" w:rsidR="00386931" w:rsidRPr="00DE1E1C" w:rsidRDefault="00DE1E1C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E1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75AD923" w14:textId="35DD8254" w:rsidR="00386931" w:rsidRPr="00DE1E1C" w:rsidRDefault="00B148BA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E1C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="00BC2EBE" w:rsidRPr="00DE1E1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DE1E1C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3348F3C6" w14:textId="76DE3FAC" w:rsidR="00386931" w:rsidRPr="00DE1E1C" w:rsidRDefault="00412D19" w:rsidP="00DE1E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E1E1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E1E1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93B4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70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440CE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5C510E" w14:textId="77777777" w:rsidTr="730A7F4B">
        <w:tc>
          <w:tcPr>
            <w:tcW w:w="9670" w:type="dxa"/>
          </w:tcPr>
          <w:p w14:paraId="4936FF8E" w14:textId="31DF6D55" w:rsidR="00D0186E" w:rsidRDefault="14E3CD97" w:rsidP="00DE1E1C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</w:rPr>
            </w:pPr>
            <w:r w:rsidRPr="730A7F4B">
              <w:rPr>
                <w:rFonts w:ascii="Corbel" w:hAnsi="Corbel"/>
                <w:b w:val="0"/>
                <w:smallCaps w:val="0"/>
              </w:rPr>
              <w:t>Konwersatorium</w:t>
            </w:r>
            <w:r w:rsidR="19E33B75" w:rsidRPr="730A7F4B">
              <w:rPr>
                <w:rFonts w:ascii="Corbel" w:hAnsi="Corbel"/>
                <w:b w:val="0"/>
                <w:smallCaps w:val="0"/>
              </w:rPr>
              <w:t>: kolokwium zaliczeniowe (do uzyskania oceny pozytywnej wymagane jest osiągnięcie minimum 50% poprawnych odpowiedzi), aktywność na zajęciach, obecność na zajęciach</w:t>
            </w:r>
            <w:r w:rsidR="2A594DEF" w:rsidRPr="730A7F4B">
              <w:rPr>
                <w:rFonts w:ascii="Corbel" w:hAnsi="Corbel"/>
                <w:b w:val="0"/>
                <w:smallCaps w:val="0"/>
              </w:rPr>
              <w:t>, przygotowanie prezentacji/projektu.</w:t>
            </w:r>
          </w:p>
          <w:p w14:paraId="62DEA492" w14:textId="2FB735B8" w:rsidR="0085747A" w:rsidRPr="009C54AE" w:rsidRDefault="0025575A" w:rsidP="00DE1E1C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25575A">
              <w:rPr>
                <w:rFonts w:ascii="Corbel" w:hAnsi="Corbel"/>
                <w:b w:val="0"/>
                <w:smallCaps w:val="0"/>
                <w:szCs w:val="24"/>
              </w:rPr>
              <w:t>Kryteria oceniania aktualny stan prawny, kompletność odpowiedzi, poprawna terminologia, właściwe zastosowanie uzyskanej wiedzy.</w:t>
            </w:r>
          </w:p>
        </w:tc>
      </w:tr>
    </w:tbl>
    <w:p w14:paraId="7A9E3B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97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B2A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9C54AE" w14:paraId="35C4F11B" w14:textId="77777777" w:rsidTr="00DE1E1C">
        <w:tc>
          <w:tcPr>
            <w:tcW w:w="5416" w:type="dxa"/>
            <w:vAlign w:val="center"/>
          </w:tcPr>
          <w:p w14:paraId="664B60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74CE9F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811AA3" w14:textId="77777777" w:rsidTr="00DE1E1C">
        <w:tc>
          <w:tcPr>
            <w:tcW w:w="5416" w:type="dxa"/>
          </w:tcPr>
          <w:p w14:paraId="5F625A5F" w14:textId="7DF81A40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30A7F4B">
              <w:rPr>
                <w:rFonts w:ascii="Corbel" w:hAnsi="Corbel"/>
                <w:sz w:val="24"/>
                <w:szCs w:val="24"/>
              </w:rPr>
              <w:t>G</w:t>
            </w:r>
            <w:r w:rsidR="0085747A" w:rsidRPr="730A7F4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20ADB75" w:rsidRPr="730A7F4B">
              <w:rPr>
                <w:rFonts w:ascii="Corbel" w:hAnsi="Corbel"/>
                <w:sz w:val="24"/>
                <w:szCs w:val="24"/>
              </w:rPr>
              <w:t>z </w:t>
            </w:r>
            <w:r w:rsidR="5697F516" w:rsidRPr="730A7F4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730A7F4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5B31C5E0" w14:textId="35FD3776" w:rsidR="0085747A" w:rsidRPr="009C54AE" w:rsidRDefault="00115E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B91E891" w14:textId="77777777" w:rsidTr="00DE1E1C">
        <w:tc>
          <w:tcPr>
            <w:tcW w:w="5416" w:type="dxa"/>
          </w:tcPr>
          <w:p w14:paraId="36E7A72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041E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691952FF" w14:textId="74EF7A14" w:rsidR="00C61DC5" w:rsidRPr="009C54AE" w:rsidRDefault="001A55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15E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BAFCB9E" w14:textId="77777777" w:rsidTr="00DE1E1C">
        <w:tc>
          <w:tcPr>
            <w:tcW w:w="5416" w:type="dxa"/>
          </w:tcPr>
          <w:p w14:paraId="7793B3A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60EC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4" w:type="dxa"/>
          </w:tcPr>
          <w:p w14:paraId="394EB62E" w14:textId="30F7EC06" w:rsidR="00C61DC5" w:rsidRPr="009C54AE" w:rsidRDefault="001A55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DE1E1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3FC2E487" w14:textId="77777777" w:rsidTr="00DE1E1C">
        <w:tc>
          <w:tcPr>
            <w:tcW w:w="5416" w:type="dxa"/>
          </w:tcPr>
          <w:p w14:paraId="42233C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5CC6554A" w14:textId="381252A1" w:rsidR="0085747A" w:rsidRPr="009C54AE" w:rsidRDefault="00110896" w:rsidP="001A55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A551C">
              <w:rPr>
                <w:rFonts w:ascii="Corbel" w:hAnsi="Corbel"/>
                <w:sz w:val="24"/>
                <w:szCs w:val="24"/>
              </w:rPr>
              <w:t>2</w:t>
            </w:r>
            <w:r w:rsidR="00DE1E1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C217F1C" w14:textId="77777777" w:rsidTr="00DE1E1C">
        <w:tc>
          <w:tcPr>
            <w:tcW w:w="5416" w:type="dxa"/>
          </w:tcPr>
          <w:p w14:paraId="32C5F7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6FB19EAE" w14:textId="173D6FC1" w:rsidR="0085747A" w:rsidRPr="009C54AE" w:rsidRDefault="00115E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161F6C" w14:textId="77777777" w:rsidR="0085747A" w:rsidRPr="009C54AE" w:rsidRDefault="00923D7D" w:rsidP="00DE1E1C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C072A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BA4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CD414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9C54AE" w14:paraId="3070EE6E" w14:textId="77777777" w:rsidTr="00DE1E1C">
        <w:trPr>
          <w:trHeight w:val="397"/>
        </w:trPr>
        <w:tc>
          <w:tcPr>
            <w:tcW w:w="3715" w:type="dxa"/>
          </w:tcPr>
          <w:p w14:paraId="7F1B9C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5852F336" w14:textId="6A998B4E" w:rsidR="730A7F4B" w:rsidRDefault="730A7F4B" w:rsidP="730A7F4B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730A7F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9C54AE" w14:paraId="55285888" w14:textId="77777777" w:rsidTr="00DE1E1C">
        <w:trPr>
          <w:trHeight w:val="397"/>
        </w:trPr>
        <w:tc>
          <w:tcPr>
            <w:tcW w:w="3715" w:type="dxa"/>
          </w:tcPr>
          <w:p w14:paraId="7777B2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54E76D06" w14:textId="474AE79F" w:rsidR="730A7F4B" w:rsidRDefault="730A7F4B" w:rsidP="730A7F4B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730A7F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</w:tbl>
    <w:p w14:paraId="07D94A8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36BBC7" w14:textId="77777777" w:rsidR="00DE1E1C" w:rsidRDefault="00DE1E1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60DC157" w14:textId="09447B31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8BEF0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0B21E3" w14:textId="77777777" w:rsidTr="730A7F4B">
        <w:trPr>
          <w:trHeight w:val="397"/>
        </w:trPr>
        <w:tc>
          <w:tcPr>
            <w:tcW w:w="7513" w:type="dxa"/>
          </w:tcPr>
          <w:p w14:paraId="48E04B0A" w14:textId="77777777" w:rsidR="0085747A" w:rsidRPr="00DE1E1C" w:rsidRDefault="0085747A" w:rsidP="00DE1E1C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  <w:szCs w:val="24"/>
              </w:rPr>
            </w:pPr>
            <w:r w:rsidRPr="00DE1E1C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FF86557" w14:textId="6F609319" w:rsidR="002C683C" w:rsidRPr="00DE1E1C" w:rsidRDefault="002C683C" w:rsidP="00DE1E1C">
            <w:pPr>
              <w:numPr>
                <w:ilvl w:val="0"/>
                <w:numId w:val="2"/>
              </w:numPr>
              <w:spacing w:after="0" w:line="240" w:lineRule="auto"/>
              <w:ind w:left="334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A. Barczewska-Dziobek</w:t>
            </w:r>
            <w:r>
              <w:rPr>
                <w:rFonts w:ascii="Corbel" w:eastAsia="Cambria" w:hAnsi="Corbel"/>
                <w:iCs/>
                <w:sz w:val="24"/>
                <w:szCs w:val="24"/>
              </w:rPr>
              <w:t xml:space="preserve">(red), </w:t>
            </w:r>
            <w:r w:rsidRPr="002C683C">
              <w:rPr>
                <w:rFonts w:ascii="Corbel" w:eastAsia="Cambria" w:hAnsi="Corbel"/>
                <w:i/>
                <w:sz w:val="24"/>
                <w:szCs w:val="24"/>
              </w:rPr>
              <w:t>Podstawy organizacji pracy w urzędzie administracji publicznej</w:t>
            </w:r>
            <w:r>
              <w:rPr>
                <w:rFonts w:ascii="Corbel" w:eastAsia="Cambria" w:hAnsi="Corbel"/>
                <w:iCs/>
                <w:sz w:val="24"/>
                <w:szCs w:val="24"/>
              </w:rPr>
              <w:t>, Wydawnictwo Uniwersytetu Rzeszowskiego, Rzeszów 2025</w:t>
            </w:r>
          </w:p>
          <w:p w14:paraId="3C7C38D9" w14:textId="41A852D3" w:rsidR="009639F6" w:rsidRPr="00DE1E1C" w:rsidRDefault="009639F6" w:rsidP="00DE1E1C">
            <w:pPr>
              <w:numPr>
                <w:ilvl w:val="0"/>
                <w:numId w:val="2"/>
              </w:numPr>
              <w:spacing w:after="0" w:line="240" w:lineRule="auto"/>
              <w:ind w:left="334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A. Barczewska-Dziobek, M. Bosak, K. Kłosowska-Lasek,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="00DE1E1C">
              <w:rPr>
                <w:rFonts w:ascii="Corbel" w:eastAsia="Cambria" w:hAnsi="Corbel"/>
                <w:i/>
                <w:sz w:val="24"/>
                <w:szCs w:val="24"/>
              </w:rPr>
              <w:br/>
            </w:r>
            <w:proofErr w:type="spellStart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Biurotechnika</w:t>
            </w:r>
            <w:proofErr w:type="spellEnd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 w administracji publicznej,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Rzeszów 2012.</w:t>
            </w:r>
          </w:p>
          <w:p w14:paraId="049DB8C6" w14:textId="77777777" w:rsidR="009639F6" w:rsidRPr="00DE1E1C" w:rsidRDefault="009639F6" w:rsidP="00DE1E1C">
            <w:pPr>
              <w:numPr>
                <w:ilvl w:val="0"/>
                <w:numId w:val="2"/>
              </w:numPr>
              <w:spacing w:after="0" w:line="240" w:lineRule="auto"/>
              <w:ind w:left="334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E. Mitura (red),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 Organizacja pracy biurowej, </w:t>
            </w:r>
            <w:proofErr w:type="spellStart"/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Difin</w:t>
            </w:r>
            <w:proofErr w:type="spellEnd"/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 xml:space="preserve"> 2013.</w:t>
            </w:r>
          </w:p>
          <w:p w14:paraId="31C63289" w14:textId="77777777" w:rsidR="009639F6" w:rsidRPr="00DE1E1C" w:rsidRDefault="009639F6" w:rsidP="00DE1E1C">
            <w:pPr>
              <w:numPr>
                <w:ilvl w:val="0"/>
                <w:numId w:val="2"/>
              </w:numPr>
              <w:spacing w:after="0" w:line="240" w:lineRule="auto"/>
              <w:ind w:left="334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E. Stefaniak-Piasek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, Technika pracy biurowej, </w:t>
            </w:r>
            <w:proofErr w:type="spellStart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Cz.II</w:t>
            </w:r>
            <w:proofErr w:type="spellEnd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Warszawa 2007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.</w:t>
            </w:r>
          </w:p>
          <w:p w14:paraId="5E63C8BB" w14:textId="77777777" w:rsidR="0015771B" w:rsidRPr="0015771B" w:rsidRDefault="00C1280E" w:rsidP="00DE1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34" w:hanging="357"/>
              <w:rPr>
                <w:rFonts w:ascii="Corbel" w:hAnsi="Corbel"/>
                <w:color w:val="000000"/>
                <w:sz w:val="24"/>
                <w:szCs w:val="24"/>
              </w:rPr>
            </w:pPr>
            <w:r w:rsidRPr="0015771B">
              <w:rPr>
                <w:rFonts w:ascii="Corbel" w:hAnsi="Corbel"/>
                <w:sz w:val="24"/>
                <w:szCs w:val="24"/>
              </w:rPr>
              <w:t xml:space="preserve">B. Dobek-Ostrowska, </w:t>
            </w:r>
            <w:r w:rsidRPr="00385F04">
              <w:rPr>
                <w:rFonts w:ascii="Corbel" w:hAnsi="Corbel"/>
                <w:i/>
                <w:iCs/>
                <w:sz w:val="24"/>
                <w:szCs w:val="24"/>
              </w:rPr>
              <w:t>Komunikowanie polityczne i publiczne</w:t>
            </w:r>
            <w:r w:rsidRPr="0015771B">
              <w:rPr>
                <w:rFonts w:ascii="Corbel" w:hAnsi="Corbel"/>
                <w:sz w:val="24"/>
                <w:szCs w:val="24"/>
              </w:rPr>
              <w:t>, Warszawa 2006.</w:t>
            </w:r>
          </w:p>
          <w:p w14:paraId="6016E2E4" w14:textId="184537FD" w:rsidR="00C1280E" w:rsidRPr="0015771B" w:rsidRDefault="345D5DAB" w:rsidP="00DE1E1C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ind w:left="334" w:hanging="357"/>
              <w:rPr>
                <w:rFonts w:ascii="Corbel" w:hAnsi="Corbel"/>
                <w:color w:val="000000"/>
                <w:sz w:val="24"/>
                <w:szCs w:val="24"/>
              </w:rPr>
            </w:pPr>
            <w:r w:rsidRPr="730A7F4B">
              <w:rPr>
                <w:rFonts w:ascii="Corbel" w:hAnsi="Corbel"/>
                <w:color w:val="000000" w:themeColor="text1"/>
                <w:sz w:val="24"/>
                <w:szCs w:val="24"/>
              </w:rPr>
              <w:t>I. Florczak i in.</w:t>
            </w:r>
            <w:r w:rsidR="49B85EA0" w:rsidRPr="730A7F4B">
              <w:rPr>
                <w:rFonts w:ascii="Corbel" w:hAnsi="Corbel"/>
                <w:color w:val="000000" w:themeColor="text1"/>
                <w:sz w:val="24"/>
                <w:szCs w:val="24"/>
              </w:rPr>
              <w:t>(red.)</w:t>
            </w:r>
            <w:r w:rsidR="28956E0A" w:rsidRPr="730A7F4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28956E0A" w:rsidRPr="730A7F4B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Dokumentacja pracownicza,</w:t>
            </w:r>
            <w:r w:rsidR="28956E0A" w:rsidRPr="730A7F4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50188B95" w:rsidRPr="730A7F4B">
              <w:rPr>
                <w:rFonts w:ascii="Corbel" w:hAnsi="Corbel"/>
                <w:color w:val="000000" w:themeColor="text1"/>
                <w:sz w:val="24"/>
                <w:szCs w:val="24"/>
              </w:rPr>
              <w:t>Wolters Kluwer, Warszawa 2019.</w:t>
            </w:r>
          </w:p>
        </w:tc>
      </w:tr>
      <w:tr w:rsidR="0085747A" w:rsidRPr="009C54AE" w14:paraId="439CA96F" w14:textId="77777777" w:rsidTr="730A7F4B">
        <w:trPr>
          <w:trHeight w:val="397"/>
        </w:trPr>
        <w:tc>
          <w:tcPr>
            <w:tcW w:w="7513" w:type="dxa"/>
          </w:tcPr>
          <w:p w14:paraId="4FD924DC" w14:textId="77777777" w:rsidR="0085747A" w:rsidRPr="00DE1E1C" w:rsidRDefault="0085747A" w:rsidP="00DE1E1C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  <w:szCs w:val="24"/>
              </w:rPr>
            </w:pPr>
            <w:r w:rsidRPr="00DE1E1C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7793AD74" w14:textId="442F8D96" w:rsidR="00730B73" w:rsidRPr="00733A4E" w:rsidRDefault="00730B73" w:rsidP="00DE1E1C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323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 xml:space="preserve">A. </w:t>
            </w:r>
            <w:proofErr w:type="spellStart"/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Burcicka</w:t>
            </w:r>
            <w:proofErr w:type="spellEnd"/>
            <w:r w:rsidRPr="00730B73">
              <w:rPr>
                <w:rFonts w:ascii="Corbel" w:eastAsia="Cambria" w:hAnsi="Corbel"/>
                <w:i/>
                <w:sz w:val="24"/>
                <w:szCs w:val="24"/>
              </w:rPr>
              <w:t xml:space="preserve">, Praca biurowa i korespondencja,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 xml:space="preserve">Ekonomik, </w:t>
            </w:r>
            <w:r w:rsidR="00DE1E1C">
              <w:rPr>
                <w:rFonts w:ascii="Corbel" w:eastAsia="Cambria" w:hAnsi="Corbel"/>
                <w:iCs/>
                <w:sz w:val="24"/>
                <w:szCs w:val="24"/>
              </w:rPr>
              <w:br/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Warszawa 2020</w:t>
            </w:r>
            <w:r w:rsidR="00B53397" w:rsidRPr="00733A4E">
              <w:rPr>
                <w:rFonts w:ascii="Corbel" w:eastAsia="Cambria" w:hAnsi="Corbel"/>
                <w:iCs/>
                <w:sz w:val="24"/>
                <w:szCs w:val="24"/>
              </w:rPr>
              <w:t>.</w:t>
            </w:r>
          </w:p>
          <w:p w14:paraId="221B1AC6" w14:textId="0A3B1A8F" w:rsidR="0009553A" w:rsidRPr="00DE1E1C" w:rsidRDefault="0009553A" w:rsidP="00DE1E1C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323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K. Serafin</w:t>
            </w:r>
            <w:r w:rsidRPr="0009553A">
              <w:rPr>
                <w:rFonts w:ascii="Corbel" w:eastAsia="Cambria" w:hAnsi="Corbel"/>
                <w:i/>
                <w:sz w:val="24"/>
                <w:szCs w:val="24"/>
              </w:rPr>
              <w:t xml:space="preserve">, Skuteczna komunikacja w podmiotach administracji publicznej,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Studia Ekonomiczne 2013 | 141 |</w:t>
            </w:r>
            <w:r w:rsidR="00B53397" w:rsidRPr="00733A4E">
              <w:rPr>
                <w:rFonts w:ascii="Corbel" w:eastAsia="Cambria" w:hAnsi="Corbel"/>
                <w:iCs/>
                <w:sz w:val="24"/>
                <w:szCs w:val="24"/>
              </w:rPr>
              <w:t>,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 xml:space="preserve"> 136-151</w:t>
            </w:r>
            <w:r w:rsidR="00B53397">
              <w:rPr>
                <w:rFonts w:ascii="Corbel" w:eastAsia="Cambria" w:hAnsi="Corbel"/>
                <w:i/>
                <w:sz w:val="24"/>
                <w:szCs w:val="24"/>
              </w:rPr>
              <w:t>.</w:t>
            </w:r>
          </w:p>
          <w:p w14:paraId="138872EE" w14:textId="5D8FFAC1" w:rsidR="00170EE9" w:rsidRPr="00DE1E1C" w:rsidRDefault="00170EE9" w:rsidP="00DE1E1C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323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A. Komosa,</w:t>
            </w: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 Praca biurowa. Zasady korespondencji. Profesjonalny pracownik w biurze,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Warszawa 2003.</w:t>
            </w:r>
          </w:p>
          <w:p w14:paraId="74ADC9A8" w14:textId="6F577B92" w:rsidR="00170EE9" w:rsidRPr="00DE1E1C" w:rsidRDefault="00170EE9" w:rsidP="00DE1E1C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323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B. Urbanowicz,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Wpływ teorii organizacji pracy na przestrzeń biurową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, </w:t>
            </w:r>
            <w:proofErr w:type="spellStart"/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Architecturae</w:t>
            </w:r>
            <w:proofErr w:type="spellEnd"/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 xml:space="preserve"> et </w:t>
            </w:r>
            <w:proofErr w:type="spellStart"/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Artibus</w:t>
            </w:r>
            <w:proofErr w:type="spellEnd"/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 xml:space="preserve"> 2011 | Vol. 3, no. 4</w:t>
            </w:r>
            <w:r w:rsidR="00E55B5E" w:rsidRPr="00733A4E">
              <w:rPr>
                <w:rFonts w:ascii="Corbel" w:eastAsia="Cambria" w:hAnsi="Corbel"/>
                <w:iCs/>
                <w:sz w:val="24"/>
                <w:szCs w:val="24"/>
              </w:rPr>
              <w:t>, s.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 xml:space="preserve"> 52-65</w:t>
            </w:r>
            <w:r w:rsidR="00DE1E1C">
              <w:rPr>
                <w:rFonts w:ascii="Corbel" w:eastAsia="Cambria" w:hAnsi="Corbel"/>
                <w:iCs/>
                <w:sz w:val="24"/>
                <w:szCs w:val="24"/>
              </w:rPr>
              <w:t>.</w:t>
            </w:r>
          </w:p>
          <w:p w14:paraId="4A1E30E2" w14:textId="77777777" w:rsidR="00170EE9" w:rsidRPr="00DE1E1C" w:rsidRDefault="00170EE9" w:rsidP="00DE1E1C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323" w:hanging="357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 xml:space="preserve">I. </w:t>
            </w:r>
            <w:proofErr w:type="spellStart"/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Kienzler</w:t>
            </w:r>
            <w:proofErr w:type="spellEnd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, Biuro i korespondencja, </w:t>
            </w:r>
            <w:r w:rsidRPr="00733A4E">
              <w:rPr>
                <w:rFonts w:ascii="Corbel" w:eastAsia="Cambria" w:hAnsi="Corbel"/>
                <w:iCs/>
                <w:sz w:val="24"/>
                <w:szCs w:val="24"/>
              </w:rPr>
              <w:t>Gdynia 2001.</w:t>
            </w:r>
          </w:p>
          <w:p w14:paraId="03463BE0" w14:textId="77777777" w:rsidR="00170EE9" w:rsidRPr="007156CD" w:rsidRDefault="00170EE9" w:rsidP="00DE1E1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</w:tabs>
              <w:spacing w:after="0" w:line="240" w:lineRule="auto"/>
              <w:ind w:left="323" w:hanging="357"/>
              <w:outlineLvl w:val="0"/>
              <w:rPr>
                <w:rFonts w:ascii="Corbel" w:eastAsia="Cambria" w:hAnsi="Corbel"/>
                <w:spacing w:val="-4"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E. J. Witek,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Technika biurowa. Podręcznik z tematyką ćwiczeń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, wyd. 3, Poznań 2008.</w:t>
            </w:r>
          </w:p>
          <w:p w14:paraId="3873B7D3" w14:textId="77777777" w:rsidR="00170EE9" w:rsidRPr="007156CD" w:rsidRDefault="00170EE9" w:rsidP="00DE1E1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</w:tabs>
              <w:spacing w:after="0" w:line="240" w:lineRule="auto"/>
              <w:ind w:left="323" w:hanging="357"/>
              <w:outlineLvl w:val="0"/>
              <w:rPr>
                <w:rFonts w:ascii="Corbel" w:eastAsia="Cambria" w:hAnsi="Corbel"/>
                <w:spacing w:val="-4"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I. </w:t>
            </w:r>
            <w:proofErr w:type="spellStart"/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Kienzler</w:t>
            </w:r>
            <w:proofErr w:type="spellEnd"/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Biuro i korespondencja. Wzory rozmów telefonicznych i pism w języku polskim, angielskim i niemieckim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, Gdynia 2001.</w:t>
            </w:r>
          </w:p>
          <w:p w14:paraId="6B1FF23B" w14:textId="5101529E" w:rsidR="00663DDD" w:rsidRPr="0009553A" w:rsidRDefault="00170EE9" w:rsidP="00DE1E1C">
            <w:pPr>
              <w:pStyle w:val="Akapitzlist"/>
              <w:numPr>
                <w:ilvl w:val="0"/>
                <w:numId w:val="5"/>
              </w:numPr>
              <w:tabs>
                <w:tab w:val="clear" w:pos="720"/>
              </w:tabs>
              <w:spacing w:after="120" w:line="240" w:lineRule="auto"/>
              <w:ind w:left="323" w:hanging="357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J. Jędrzejczak,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Profesjonalna obsługa klienta w urzędzie. Poradnik dobrych praktyk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, </w:t>
            </w:r>
            <w:r w:rsidR="008F3D7B" w:rsidRPr="008F3D7B">
              <w:rPr>
                <w:rFonts w:ascii="Corbel" w:eastAsia="Cambria" w:hAnsi="Corbel"/>
                <w:spacing w:val="-4"/>
                <w:sz w:val="24"/>
                <w:szCs w:val="24"/>
              </w:rPr>
              <w:t>Wydawnictwo ODDK</w:t>
            </w:r>
            <w:r w:rsidR="008F3D7B">
              <w:rPr>
                <w:rFonts w:ascii="Corbel" w:eastAsia="Cambria" w:hAnsi="Corbel"/>
                <w:spacing w:val="-4"/>
                <w:sz w:val="24"/>
                <w:szCs w:val="24"/>
              </w:rPr>
              <w:t>, 2011.</w:t>
            </w:r>
          </w:p>
        </w:tc>
      </w:tr>
    </w:tbl>
    <w:p w14:paraId="6C1CE5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35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942A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84E11" w14:textId="77777777" w:rsidR="009C59D9" w:rsidRDefault="009C59D9" w:rsidP="00C16ABF">
      <w:pPr>
        <w:spacing w:after="0" w:line="240" w:lineRule="auto"/>
      </w:pPr>
      <w:r>
        <w:separator/>
      </w:r>
    </w:p>
  </w:endnote>
  <w:endnote w:type="continuationSeparator" w:id="0">
    <w:p w14:paraId="0CAEACAC" w14:textId="77777777" w:rsidR="009C59D9" w:rsidRDefault="009C59D9" w:rsidP="00C16ABF">
      <w:pPr>
        <w:spacing w:after="0" w:line="240" w:lineRule="auto"/>
      </w:pPr>
      <w:r>
        <w:continuationSeparator/>
      </w:r>
    </w:p>
  </w:endnote>
  <w:endnote w:type="continuationNotice" w:id="1">
    <w:p w14:paraId="6C9B700B" w14:textId="77777777" w:rsidR="009C59D9" w:rsidRDefault="009C59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6A914" w14:textId="77777777" w:rsidR="009C59D9" w:rsidRDefault="009C59D9" w:rsidP="00C16ABF">
      <w:pPr>
        <w:spacing w:after="0" w:line="240" w:lineRule="auto"/>
      </w:pPr>
      <w:r>
        <w:separator/>
      </w:r>
    </w:p>
  </w:footnote>
  <w:footnote w:type="continuationSeparator" w:id="0">
    <w:p w14:paraId="79F315B6" w14:textId="77777777" w:rsidR="009C59D9" w:rsidRDefault="009C59D9" w:rsidP="00C16ABF">
      <w:pPr>
        <w:spacing w:after="0" w:line="240" w:lineRule="auto"/>
      </w:pPr>
      <w:r>
        <w:continuationSeparator/>
      </w:r>
    </w:p>
  </w:footnote>
  <w:footnote w:type="continuationNotice" w:id="1">
    <w:p w14:paraId="55415D89" w14:textId="77777777" w:rsidR="009C59D9" w:rsidRDefault="009C59D9">
      <w:pPr>
        <w:spacing w:after="0" w:line="240" w:lineRule="auto"/>
      </w:pPr>
    </w:p>
  </w:footnote>
  <w:footnote w:id="2">
    <w:p w14:paraId="0CF88AF6" w14:textId="0CE3BAEF" w:rsidR="0030395F" w:rsidRDefault="0030395F">
      <w:pPr>
        <w:pStyle w:val="Tekstprzypisudolnego"/>
      </w:pPr>
      <w:r>
        <w:rPr>
          <w:rStyle w:val="Odwoanieprzypisudolnego"/>
        </w:rPr>
        <w:footnoteRef/>
      </w:r>
      <w:r w:rsidR="00BC2EBE">
        <w:t xml:space="preserve"> W przypadku ścieżki kształcenia prowadzącej do uzyskania kwalifikacji nauczycielskich uwzględnić również efekty uczenia się ze standardów kształcenia przygotowującego do wykonywania zawodu nauczyciela.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855892"/>
    <w:multiLevelType w:val="hybridMultilevel"/>
    <w:tmpl w:val="EF84658A"/>
    <w:lvl w:ilvl="0" w:tplc="2A0C590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F4591"/>
    <w:multiLevelType w:val="hybridMultilevel"/>
    <w:tmpl w:val="1CEC0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84954"/>
    <w:multiLevelType w:val="hybridMultilevel"/>
    <w:tmpl w:val="D0B66CB6"/>
    <w:lvl w:ilvl="0" w:tplc="2A0C5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E39A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4D1271"/>
    <w:multiLevelType w:val="hybridMultilevel"/>
    <w:tmpl w:val="BB80C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542819">
    <w:abstractNumId w:val="0"/>
  </w:num>
  <w:num w:numId="2" w16cid:durableId="743841313">
    <w:abstractNumId w:val="5"/>
  </w:num>
  <w:num w:numId="3" w16cid:durableId="2032755207">
    <w:abstractNumId w:val="2"/>
  </w:num>
  <w:num w:numId="4" w16cid:durableId="13189197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25812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98738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DA"/>
    <w:rsid w:val="00015B8F"/>
    <w:rsid w:val="00022ECE"/>
    <w:rsid w:val="00042A51"/>
    <w:rsid w:val="00042D2E"/>
    <w:rsid w:val="00044C82"/>
    <w:rsid w:val="000617A9"/>
    <w:rsid w:val="00070ED6"/>
    <w:rsid w:val="00071105"/>
    <w:rsid w:val="000742DC"/>
    <w:rsid w:val="00084C12"/>
    <w:rsid w:val="0009462C"/>
    <w:rsid w:val="00094B12"/>
    <w:rsid w:val="0009553A"/>
    <w:rsid w:val="00096C46"/>
    <w:rsid w:val="000A1422"/>
    <w:rsid w:val="000A296F"/>
    <w:rsid w:val="000A2A28"/>
    <w:rsid w:val="000A3CDF"/>
    <w:rsid w:val="000A6DBB"/>
    <w:rsid w:val="000B192D"/>
    <w:rsid w:val="000B28EE"/>
    <w:rsid w:val="000B3E37"/>
    <w:rsid w:val="000B54CD"/>
    <w:rsid w:val="000D02D0"/>
    <w:rsid w:val="000D04B0"/>
    <w:rsid w:val="000D41BA"/>
    <w:rsid w:val="000F1C57"/>
    <w:rsid w:val="000F5615"/>
    <w:rsid w:val="00102111"/>
    <w:rsid w:val="00110896"/>
    <w:rsid w:val="00115EDC"/>
    <w:rsid w:val="00121A9A"/>
    <w:rsid w:val="00124BFF"/>
    <w:rsid w:val="0012560E"/>
    <w:rsid w:val="00127108"/>
    <w:rsid w:val="00134B13"/>
    <w:rsid w:val="001433D1"/>
    <w:rsid w:val="00146BC0"/>
    <w:rsid w:val="00153C41"/>
    <w:rsid w:val="00154381"/>
    <w:rsid w:val="0015771B"/>
    <w:rsid w:val="001640A7"/>
    <w:rsid w:val="00164FA7"/>
    <w:rsid w:val="00166A03"/>
    <w:rsid w:val="00170EE9"/>
    <w:rsid w:val="001714DE"/>
    <w:rsid w:val="001718A7"/>
    <w:rsid w:val="001737CF"/>
    <w:rsid w:val="00176083"/>
    <w:rsid w:val="00177FDB"/>
    <w:rsid w:val="00192F37"/>
    <w:rsid w:val="001A551C"/>
    <w:rsid w:val="001A70D2"/>
    <w:rsid w:val="001A741A"/>
    <w:rsid w:val="001B7B76"/>
    <w:rsid w:val="001C6DB5"/>
    <w:rsid w:val="001D657B"/>
    <w:rsid w:val="001D7B54"/>
    <w:rsid w:val="001E0209"/>
    <w:rsid w:val="001E7D97"/>
    <w:rsid w:val="001F2CA2"/>
    <w:rsid w:val="002144C0"/>
    <w:rsid w:val="0022477D"/>
    <w:rsid w:val="002278A9"/>
    <w:rsid w:val="002336F9"/>
    <w:rsid w:val="0024028F"/>
    <w:rsid w:val="00244ABC"/>
    <w:rsid w:val="0025575A"/>
    <w:rsid w:val="00270DD7"/>
    <w:rsid w:val="00281FF2"/>
    <w:rsid w:val="002857DE"/>
    <w:rsid w:val="00291567"/>
    <w:rsid w:val="002A229C"/>
    <w:rsid w:val="002A22BF"/>
    <w:rsid w:val="002A2389"/>
    <w:rsid w:val="002A3DD5"/>
    <w:rsid w:val="002A671D"/>
    <w:rsid w:val="002A6DB2"/>
    <w:rsid w:val="002B4D55"/>
    <w:rsid w:val="002B5EA0"/>
    <w:rsid w:val="002B6119"/>
    <w:rsid w:val="002C1F06"/>
    <w:rsid w:val="002C683C"/>
    <w:rsid w:val="002D3375"/>
    <w:rsid w:val="002D73D4"/>
    <w:rsid w:val="002F02A3"/>
    <w:rsid w:val="002F4915"/>
    <w:rsid w:val="002F4ABE"/>
    <w:rsid w:val="003015F7"/>
    <w:rsid w:val="003018BA"/>
    <w:rsid w:val="00302651"/>
    <w:rsid w:val="0030395F"/>
    <w:rsid w:val="00305C92"/>
    <w:rsid w:val="003151C5"/>
    <w:rsid w:val="00323C15"/>
    <w:rsid w:val="003241B9"/>
    <w:rsid w:val="003343CF"/>
    <w:rsid w:val="00346FE9"/>
    <w:rsid w:val="0034759A"/>
    <w:rsid w:val="003503F6"/>
    <w:rsid w:val="00350E22"/>
    <w:rsid w:val="003530DD"/>
    <w:rsid w:val="00363F78"/>
    <w:rsid w:val="00385F04"/>
    <w:rsid w:val="00386931"/>
    <w:rsid w:val="003974D3"/>
    <w:rsid w:val="003A0A5B"/>
    <w:rsid w:val="003A1176"/>
    <w:rsid w:val="003C0BAE"/>
    <w:rsid w:val="003D18A9"/>
    <w:rsid w:val="003D6CE2"/>
    <w:rsid w:val="003E1941"/>
    <w:rsid w:val="003E2FE6"/>
    <w:rsid w:val="003E489D"/>
    <w:rsid w:val="003E49D5"/>
    <w:rsid w:val="003F205D"/>
    <w:rsid w:val="003F38C0"/>
    <w:rsid w:val="00405E02"/>
    <w:rsid w:val="00412D19"/>
    <w:rsid w:val="00414E3C"/>
    <w:rsid w:val="0042244A"/>
    <w:rsid w:val="004237E4"/>
    <w:rsid w:val="0042745A"/>
    <w:rsid w:val="00431D5C"/>
    <w:rsid w:val="004335C5"/>
    <w:rsid w:val="004362C6"/>
    <w:rsid w:val="00437FA2"/>
    <w:rsid w:val="00445970"/>
    <w:rsid w:val="0046136A"/>
    <w:rsid w:val="00461925"/>
    <w:rsid w:val="00461EFC"/>
    <w:rsid w:val="004652C2"/>
    <w:rsid w:val="004706D1"/>
    <w:rsid w:val="00471326"/>
    <w:rsid w:val="00475561"/>
    <w:rsid w:val="0047598D"/>
    <w:rsid w:val="00481B30"/>
    <w:rsid w:val="004840FD"/>
    <w:rsid w:val="00490F7D"/>
    <w:rsid w:val="00491678"/>
    <w:rsid w:val="004968E2"/>
    <w:rsid w:val="004A3EEA"/>
    <w:rsid w:val="004A4D1F"/>
    <w:rsid w:val="004C6787"/>
    <w:rsid w:val="004D288F"/>
    <w:rsid w:val="004D5282"/>
    <w:rsid w:val="004F1551"/>
    <w:rsid w:val="004F55A3"/>
    <w:rsid w:val="0050496F"/>
    <w:rsid w:val="00513B6F"/>
    <w:rsid w:val="00517C63"/>
    <w:rsid w:val="005228B3"/>
    <w:rsid w:val="00526C54"/>
    <w:rsid w:val="005363C4"/>
    <w:rsid w:val="00536BDE"/>
    <w:rsid w:val="00541DC9"/>
    <w:rsid w:val="00543ACC"/>
    <w:rsid w:val="005479E3"/>
    <w:rsid w:val="005567D7"/>
    <w:rsid w:val="005652C9"/>
    <w:rsid w:val="00565A31"/>
    <w:rsid w:val="0056696D"/>
    <w:rsid w:val="0059484D"/>
    <w:rsid w:val="005A0855"/>
    <w:rsid w:val="005A133C"/>
    <w:rsid w:val="005A3196"/>
    <w:rsid w:val="005B543A"/>
    <w:rsid w:val="005C080F"/>
    <w:rsid w:val="005C55E5"/>
    <w:rsid w:val="005C696A"/>
    <w:rsid w:val="005C7657"/>
    <w:rsid w:val="005E6E85"/>
    <w:rsid w:val="005F31D2"/>
    <w:rsid w:val="0061029B"/>
    <w:rsid w:val="00617230"/>
    <w:rsid w:val="006207E3"/>
    <w:rsid w:val="00621CE1"/>
    <w:rsid w:val="0062224B"/>
    <w:rsid w:val="00627FC9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6477"/>
    <w:rsid w:val="006A31C1"/>
    <w:rsid w:val="006A355D"/>
    <w:rsid w:val="006C146E"/>
    <w:rsid w:val="006D050F"/>
    <w:rsid w:val="006D6139"/>
    <w:rsid w:val="006E5D65"/>
    <w:rsid w:val="006F1282"/>
    <w:rsid w:val="006F1FBC"/>
    <w:rsid w:val="006F2AF8"/>
    <w:rsid w:val="006F31E2"/>
    <w:rsid w:val="00700F09"/>
    <w:rsid w:val="00705350"/>
    <w:rsid w:val="00706544"/>
    <w:rsid w:val="007072BA"/>
    <w:rsid w:val="0071620A"/>
    <w:rsid w:val="00724677"/>
    <w:rsid w:val="00725459"/>
    <w:rsid w:val="00725611"/>
    <w:rsid w:val="00730B73"/>
    <w:rsid w:val="007327BD"/>
    <w:rsid w:val="00733A00"/>
    <w:rsid w:val="00733A4E"/>
    <w:rsid w:val="00734608"/>
    <w:rsid w:val="0074206D"/>
    <w:rsid w:val="0074310F"/>
    <w:rsid w:val="00745302"/>
    <w:rsid w:val="007461D6"/>
    <w:rsid w:val="00746EC8"/>
    <w:rsid w:val="00747508"/>
    <w:rsid w:val="00763BF1"/>
    <w:rsid w:val="007662F9"/>
    <w:rsid w:val="00766FD4"/>
    <w:rsid w:val="0078168C"/>
    <w:rsid w:val="00787C2A"/>
    <w:rsid w:val="00790E27"/>
    <w:rsid w:val="007A3025"/>
    <w:rsid w:val="007A4022"/>
    <w:rsid w:val="007A6E6E"/>
    <w:rsid w:val="007C3299"/>
    <w:rsid w:val="007C3BCC"/>
    <w:rsid w:val="007C4546"/>
    <w:rsid w:val="007D6E56"/>
    <w:rsid w:val="007E27B4"/>
    <w:rsid w:val="007F4155"/>
    <w:rsid w:val="00804579"/>
    <w:rsid w:val="0081554D"/>
    <w:rsid w:val="0081707E"/>
    <w:rsid w:val="0083334B"/>
    <w:rsid w:val="008449B3"/>
    <w:rsid w:val="008552A2"/>
    <w:rsid w:val="0085747A"/>
    <w:rsid w:val="00884922"/>
    <w:rsid w:val="00885F64"/>
    <w:rsid w:val="008917F9"/>
    <w:rsid w:val="008A32BC"/>
    <w:rsid w:val="008A45F7"/>
    <w:rsid w:val="008B6803"/>
    <w:rsid w:val="008C0CC0"/>
    <w:rsid w:val="008C19A9"/>
    <w:rsid w:val="008C379D"/>
    <w:rsid w:val="008C507D"/>
    <w:rsid w:val="008C5147"/>
    <w:rsid w:val="008C5359"/>
    <w:rsid w:val="008C5363"/>
    <w:rsid w:val="008D0105"/>
    <w:rsid w:val="008D3DFB"/>
    <w:rsid w:val="008E64F4"/>
    <w:rsid w:val="008F12C9"/>
    <w:rsid w:val="008F3ABA"/>
    <w:rsid w:val="008F3D7B"/>
    <w:rsid w:val="008F6E29"/>
    <w:rsid w:val="00900D4E"/>
    <w:rsid w:val="009016A3"/>
    <w:rsid w:val="00907BB0"/>
    <w:rsid w:val="00913C7C"/>
    <w:rsid w:val="00916188"/>
    <w:rsid w:val="00923D7D"/>
    <w:rsid w:val="009309BC"/>
    <w:rsid w:val="009379B8"/>
    <w:rsid w:val="009508DF"/>
    <w:rsid w:val="00950DAC"/>
    <w:rsid w:val="00954A07"/>
    <w:rsid w:val="009639F6"/>
    <w:rsid w:val="00975D37"/>
    <w:rsid w:val="00997F14"/>
    <w:rsid w:val="009A78D9"/>
    <w:rsid w:val="009B7925"/>
    <w:rsid w:val="009C0FFC"/>
    <w:rsid w:val="009C3E31"/>
    <w:rsid w:val="009C54AE"/>
    <w:rsid w:val="009C59D9"/>
    <w:rsid w:val="009C788E"/>
    <w:rsid w:val="009D3F3B"/>
    <w:rsid w:val="009D539F"/>
    <w:rsid w:val="009E0543"/>
    <w:rsid w:val="009E1531"/>
    <w:rsid w:val="009E3B41"/>
    <w:rsid w:val="009E788B"/>
    <w:rsid w:val="009F3C5C"/>
    <w:rsid w:val="009F4610"/>
    <w:rsid w:val="009F7F6B"/>
    <w:rsid w:val="00A00ECC"/>
    <w:rsid w:val="00A028F5"/>
    <w:rsid w:val="00A155EE"/>
    <w:rsid w:val="00A2245B"/>
    <w:rsid w:val="00A30110"/>
    <w:rsid w:val="00A32A00"/>
    <w:rsid w:val="00A36899"/>
    <w:rsid w:val="00A371F6"/>
    <w:rsid w:val="00A43BF6"/>
    <w:rsid w:val="00A53FA5"/>
    <w:rsid w:val="00A54817"/>
    <w:rsid w:val="00A601C8"/>
    <w:rsid w:val="00A60799"/>
    <w:rsid w:val="00A635D9"/>
    <w:rsid w:val="00A67744"/>
    <w:rsid w:val="00A72E2B"/>
    <w:rsid w:val="00A74A00"/>
    <w:rsid w:val="00A84C85"/>
    <w:rsid w:val="00A93B67"/>
    <w:rsid w:val="00A97DE1"/>
    <w:rsid w:val="00AA44B1"/>
    <w:rsid w:val="00AB053C"/>
    <w:rsid w:val="00AB5D9D"/>
    <w:rsid w:val="00AB5F11"/>
    <w:rsid w:val="00AB6A36"/>
    <w:rsid w:val="00AD1146"/>
    <w:rsid w:val="00AD27D3"/>
    <w:rsid w:val="00AD57D7"/>
    <w:rsid w:val="00AD66D6"/>
    <w:rsid w:val="00AE1160"/>
    <w:rsid w:val="00AE203C"/>
    <w:rsid w:val="00AE2E74"/>
    <w:rsid w:val="00AE5FCB"/>
    <w:rsid w:val="00AF1EBE"/>
    <w:rsid w:val="00AF22A4"/>
    <w:rsid w:val="00AF2C1E"/>
    <w:rsid w:val="00AF382D"/>
    <w:rsid w:val="00B06142"/>
    <w:rsid w:val="00B135B1"/>
    <w:rsid w:val="00B141D2"/>
    <w:rsid w:val="00B148BA"/>
    <w:rsid w:val="00B3130B"/>
    <w:rsid w:val="00B40ADB"/>
    <w:rsid w:val="00B43B77"/>
    <w:rsid w:val="00B43E80"/>
    <w:rsid w:val="00B53397"/>
    <w:rsid w:val="00B607DB"/>
    <w:rsid w:val="00B66529"/>
    <w:rsid w:val="00B6714B"/>
    <w:rsid w:val="00B75946"/>
    <w:rsid w:val="00B80432"/>
    <w:rsid w:val="00B8056E"/>
    <w:rsid w:val="00B819C8"/>
    <w:rsid w:val="00B82308"/>
    <w:rsid w:val="00B90885"/>
    <w:rsid w:val="00B9587A"/>
    <w:rsid w:val="00BA1DC1"/>
    <w:rsid w:val="00BB520A"/>
    <w:rsid w:val="00BC2EBE"/>
    <w:rsid w:val="00BD1D9C"/>
    <w:rsid w:val="00BD3869"/>
    <w:rsid w:val="00BD66E9"/>
    <w:rsid w:val="00BD6FF4"/>
    <w:rsid w:val="00BF2C41"/>
    <w:rsid w:val="00BF654D"/>
    <w:rsid w:val="00C03192"/>
    <w:rsid w:val="00C058B4"/>
    <w:rsid w:val="00C05F44"/>
    <w:rsid w:val="00C1280E"/>
    <w:rsid w:val="00C131B5"/>
    <w:rsid w:val="00C14C4F"/>
    <w:rsid w:val="00C16ABF"/>
    <w:rsid w:val="00C170AE"/>
    <w:rsid w:val="00C26CB7"/>
    <w:rsid w:val="00C324C1"/>
    <w:rsid w:val="00C351AE"/>
    <w:rsid w:val="00C36992"/>
    <w:rsid w:val="00C56036"/>
    <w:rsid w:val="00C60FE5"/>
    <w:rsid w:val="00C61DC5"/>
    <w:rsid w:val="00C67E92"/>
    <w:rsid w:val="00C70A26"/>
    <w:rsid w:val="00C74F9C"/>
    <w:rsid w:val="00C75278"/>
    <w:rsid w:val="00C766DF"/>
    <w:rsid w:val="00C94B98"/>
    <w:rsid w:val="00CA2B96"/>
    <w:rsid w:val="00CA5089"/>
    <w:rsid w:val="00CA56E5"/>
    <w:rsid w:val="00CD5033"/>
    <w:rsid w:val="00CD6897"/>
    <w:rsid w:val="00CE2D7F"/>
    <w:rsid w:val="00CE5BAC"/>
    <w:rsid w:val="00CF25BE"/>
    <w:rsid w:val="00CF78ED"/>
    <w:rsid w:val="00D0186E"/>
    <w:rsid w:val="00D02B25"/>
    <w:rsid w:val="00D02EBA"/>
    <w:rsid w:val="00D168B4"/>
    <w:rsid w:val="00D17C3C"/>
    <w:rsid w:val="00D20863"/>
    <w:rsid w:val="00D26B2C"/>
    <w:rsid w:val="00D303FD"/>
    <w:rsid w:val="00D32C52"/>
    <w:rsid w:val="00D352C9"/>
    <w:rsid w:val="00D425B2"/>
    <w:rsid w:val="00D428D6"/>
    <w:rsid w:val="00D460C2"/>
    <w:rsid w:val="00D51D47"/>
    <w:rsid w:val="00D552B2"/>
    <w:rsid w:val="00D608D1"/>
    <w:rsid w:val="00D74119"/>
    <w:rsid w:val="00D8075B"/>
    <w:rsid w:val="00D8678B"/>
    <w:rsid w:val="00DA2114"/>
    <w:rsid w:val="00DB1B6E"/>
    <w:rsid w:val="00DC277F"/>
    <w:rsid w:val="00DC3011"/>
    <w:rsid w:val="00DD3B33"/>
    <w:rsid w:val="00DD5024"/>
    <w:rsid w:val="00DE09C0"/>
    <w:rsid w:val="00DE1E1C"/>
    <w:rsid w:val="00DE3E68"/>
    <w:rsid w:val="00DE43C3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B5E"/>
    <w:rsid w:val="00E55EE3"/>
    <w:rsid w:val="00E56B08"/>
    <w:rsid w:val="00E63348"/>
    <w:rsid w:val="00E735E1"/>
    <w:rsid w:val="00E742AA"/>
    <w:rsid w:val="00E7454D"/>
    <w:rsid w:val="00E77E88"/>
    <w:rsid w:val="00E80636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740"/>
    <w:rsid w:val="00F526AF"/>
    <w:rsid w:val="00F617C3"/>
    <w:rsid w:val="00F7066B"/>
    <w:rsid w:val="00F81D8A"/>
    <w:rsid w:val="00F83B28"/>
    <w:rsid w:val="00F86FEB"/>
    <w:rsid w:val="00F877AB"/>
    <w:rsid w:val="00F974DA"/>
    <w:rsid w:val="00FA46E5"/>
    <w:rsid w:val="00FB6816"/>
    <w:rsid w:val="00FB7DBA"/>
    <w:rsid w:val="00FC1C25"/>
    <w:rsid w:val="00FC20BA"/>
    <w:rsid w:val="00FC3F45"/>
    <w:rsid w:val="00FD055B"/>
    <w:rsid w:val="00FD503F"/>
    <w:rsid w:val="00FD714F"/>
    <w:rsid w:val="00FD7589"/>
    <w:rsid w:val="00FE7760"/>
    <w:rsid w:val="00FF016A"/>
    <w:rsid w:val="00FF1401"/>
    <w:rsid w:val="00FF5E7D"/>
    <w:rsid w:val="016EF496"/>
    <w:rsid w:val="020ADB75"/>
    <w:rsid w:val="08C1F2E5"/>
    <w:rsid w:val="14E3CD97"/>
    <w:rsid w:val="19E33B75"/>
    <w:rsid w:val="1F05D01E"/>
    <w:rsid w:val="23439D59"/>
    <w:rsid w:val="285863C2"/>
    <w:rsid w:val="28956E0A"/>
    <w:rsid w:val="2A594DEF"/>
    <w:rsid w:val="2CA59712"/>
    <w:rsid w:val="345D5DAB"/>
    <w:rsid w:val="347140A4"/>
    <w:rsid w:val="3E92295F"/>
    <w:rsid w:val="4904C849"/>
    <w:rsid w:val="49B85EA0"/>
    <w:rsid w:val="50188B95"/>
    <w:rsid w:val="5697F516"/>
    <w:rsid w:val="57441EEB"/>
    <w:rsid w:val="5F8ACB42"/>
    <w:rsid w:val="718B15EE"/>
    <w:rsid w:val="730A7F4B"/>
    <w:rsid w:val="788DE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E028"/>
  <w15:docId w15:val="{EB3B6D6E-450A-489B-A610-EF7FF443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63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68927-5B6D-464C-8916-394E2810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60</TotalTime>
  <Pages>1</Pages>
  <Words>1114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Mendocha</cp:lastModifiedBy>
  <cp:revision>11</cp:revision>
  <cp:lastPrinted>2025-10-14T09:42:00Z</cp:lastPrinted>
  <dcterms:created xsi:type="dcterms:W3CDTF">2023-09-11T10:48:00Z</dcterms:created>
  <dcterms:modified xsi:type="dcterms:W3CDTF">2025-10-14T09:42:00Z</dcterms:modified>
</cp:coreProperties>
</file>